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0A" w:rsidRPr="00356700" w:rsidRDefault="008F310A" w:rsidP="008F310A">
      <w:pPr>
        <w:pStyle w:val="NurText"/>
        <w:framePr w:hSpace="141" w:wrap="around" w:vAnchor="text" w:hAnchor="text" w:y="1"/>
        <w:suppressOverlap/>
        <w:rPr>
          <w:rFonts w:ascii="Trebuchet MS" w:hAnsi="Trebuchet MS"/>
          <w:color w:val="808080" w:themeColor="background1" w:themeShade="80"/>
        </w:rPr>
      </w:pPr>
      <w:r>
        <w:rPr>
          <w:rFonts w:ascii="Trebuchet MS" w:hAnsi="Trebuchet MS"/>
          <w:color w:val="808080" w:themeColor="background1" w:themeShade="80"/>
        </w:rPr>
        <w:t>Lisa Horn</w:t>
      </w:r>
    </w:p>
    <w:p w:rsidR="008F310A" w:rsidRPr="00356700" w:rsidRDefault="008F310A" w:rsidP="008F310A">
      <w:pPr>
        <w:pStyle w:val="NurText"/>
        <w:framePr w:hSpace="141" w:wrap="around" w:vAnchor="text" w:hAnchor="text" w:y="1"/>
        <w:suppressOverlap/>
        <w:rPr>
          <w:rFonts w:ascii="Trebuchet MS" w:hAnsi="Trebuchet MS"/>
          <w:color w:val="808080" w:themeColor="background1" w:themeShade="80"/>
        </w:rPr>
      </w:pPr>
      <w:r w:rsidRPr="00356700">
        <w:rPr>
          <w:rFonts w:ascii="Trebuchet MS" w:hAnsi="Trebuchet MS"/>
          <w:color w:val="808080" w:themeColor="background1" w:themeShade="80"/>
        </w:rPr>
        <w:t>Bayerisches Staatsministerium für Umwelt und Verbraucherschutz</w:t>
      </w:r>
    </w:p>
    <w:p w:rsidR="008F310A" w:rsidRPr="00356700" w:rsidRDefault="008F310A" w:rsidP="008F310A">
      <w:pPr>
        <w:pStyle w:val="NurText"/>
        <w:framePr w:hSpace="141" w:wrap="around" w:vAnchor="text" w:hAnchor="text" w:y="1"/>
        <w:suppressOverlap/>
        <w:rPr>
          <w:rFonts w:ascii="Trebuchet MS" w:hAnsi="Trebuchet MS"/>
          <w:color w:val="808080" w:themeColor="background1" w:themeShade="80"/>
          <w:lang w:val="en-US"/>
        </w:rPr>
      </w:pPr>
      <w:r w:rsidRPr="00356700">
        <w:rPr>
          <w:rFonts w:ascii="Trebuchet MS" w:hAnsi="Trebuchet MS"/>
          <w:color w:val="808080" w:themeColor="background1" w:themeShade="80"/>
          <w:lang w:val="en-US"/>
        </w:rPr>
        <w:t>Alpine Space Contact Point (ACP)</w:t>
      </w:r>
    </w:p>
    <w:p w:rsidR="008F310A" w:rsidRPr="00356700" w:rsidRDefault="008F310A" w:rsidP="008F310A">
      <w:pPr>
        <w:pStyle w:val="NurText"/>
        <w:framePr w:hSpace="141" w:wrap="around" w:vAnchor="text" w:hAnchor="text" w:y="1"/>
        <w:suppressOverlap/>
        <w:rPr>
          <w:rFonts w:ascii="Trebuchet MS" w:hAnsi="Trebuchet MS"/>
          <w:color w:val="808080" w:themeColor="background1" w:themeShade="80"/>
        </w:rPr>
      </w:pPr>
      <w:proofErr w:type="spellStart"/>
      <w:r w:rsidRPr="00356700">
        <w:rPr>
          <w:rFonts w:ascii="Trebuchet MS" w:hAnsi="Trebuchet MS"/>
          <w:color w:val="808080" w:themeColor="background1" w:themeShade="80"/>
        </w:rPr>
        <w:t>Interreg</w:t>
      </w:r>
      <w:proofErr w:type="spellEnd"/>
      <w:r w:rsidRPr="00356700">
        <w:rPr>
          <w:rFonts w:ascii="Trebuchet MS" w:hAnsi="Trebuchet MS"/>
          <w:color w:val="808080" w:themeColor="background1" w:themeShade="80"/>
        </w:rPr>
        <w:t xml:space="preserve"> B Alpenraumprogramm</w:t>
      </w:r>
    </w:p>
    <w:p w:rsidR="008F310A" w:rsidRPr="00356700" w:rsidRDefault="008F310A" w:rsidP="008F310A">
      <w:pPr>
        <w:pStyle w:val="NurText"/>
        <w:framePr w:hSpace="141" w:wrap="around" w:vAnchor="text" w:hAnchor="text" w:y="1"/>
        <w:suppressOverlap/>
        <w:rPr>
          <w:rFonts w:ascii="Trebuchet MS" w:hAnsi="Trebuchet MS"/>
          <w:color w:val="808080" w:themeColor="background1" w:themeShade="80"/>
        </w:rPr>
      </w:pPr>
      <w:r w:rsidRPr="00356700">
        <w:rPr>
          <w:rFonts w:ascii="Trebuchet MS" w:hAnsi="Trebuchet MS"/>
          <w:color w:val="808080" w:themeColor="background1" w:themeShade="80"/>
        </w:rPr>
        <w:t>Rosenkavalierplatz 2</w:t>
      </w:r>
    </w:p>
    <w:p w:rsidR="00E174FF" w:rsidRPr="008F310A" w:rsidRDefault="008F310A" w:rsidP="00E174FF">
      <w:pPr>
        <w:rPr>
          <w:b/>
          <w:bCs/>
          <w:color w:val="808080" w:themeColor="background1" w:themeShade="80"/>
          <w:w w:val="95"/>
          <w:sz w:val="40"/>
          <w:szCs w:val="40"/>
        </w:rPr>
      </w:pPr>
      <w:r w:rsidRPr="00356700">
        <w:rPr>
          <w:color w:val="808080" w:themeColor="background1" w:themeShade="80"/>
        </w:rPr>
        <w:t>81925 München</w:t>
      </w:r>
    </w:p>
    <w:p w:rsidR="00164877" w:rsidRPr="008F310A" w:rsidRDefault="00E174FF" w:rsidP="008F310A">
      <w:pPr>
        <w:rPr>
          <w:b/>
          <w:bCs/>
          <w:sz w:val="40"/>
          <w:szCs w:val="40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ADEB86" wp14:editId="6F313E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73200" cy="0"/>
                <wp:effectExtent l="0" t="0" r="22860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2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48EF1" id="Gerade Verbindung 1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0" to="478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" strokecolor="#d0ddc8 [1303]" strokeweight=".5pt">
                <v:stroke joinstyle="miter"/>
              </v:line>
            </w:pict>
          </mc:Fallback>
        </mc:AlternateContent>
      </w:r>
    </w:p>
    <w:p w:rsidR="008F310A" w:rsidRPr="00356700" w:rsidRDefault="008F310A" w:rsidP="008F310A">
      <w:pPr>
        <w:spacing w:after="120" w:line="276" w:lineRule="auto"/>
        <w:rPr>
          <w:b/>
          <w:color w:val="538257"/>
          <w:sz w:val="36"/>
          <w:szCs w:val="36"/>
        </w:rPr>
      </w:pPr>
      <w:r w:rsidRPr="00356700">
        <w:rPr>
          <w:b/>
          <w:color w:val="538257"/>
          <w:sz w:val="36"/>
          <w:szCs w:val="36"/>
        </w:rPr>
        <w:t>Europäische Territoriale Zusammenarbeit</w:t>
      </w:r>
    </w:p>
    <w:p w:rsidR="008F310A" w:rsidRPr="00356700" w:rsidRDefault="008F310A" w:rsidP="008F310A">
      <w:pPr>
        <w:spacing w:after="120" w:line="276" w:lineRule="auto"/>
        <w:rPr>
          <w:b/>
          <w:color w:val="538257"/>
          <w:sz w:val="36"/>
          <w:szCs w:val="36"/>
        </w:rPr>
      </w:pPr>
      <w:proofErr w:type="spellStart"/>
      <w:r w:rsidRPr="00356700">
        <w:rPr>
          <w:b/>
          <w:color w:val="538257"/>
          <w:sz w:val="36"/>
          <w:szCs w:val="36"/>
        </w:rPr>
        <w:t>Interreg</w:t>
      </w:r>
      <w:proofErr w:type="spellEnd"/>
      <w:r w:rsidRPr="00356700">
        <w:rPr>
          <w:b/>
          <w:color w:val="538257"/>
          <w:sz w:val="36"/>
          <w:szCs w:val="36"/>
        </w:rPr>
        <w:t xml:space="preserve"> </w:t>
      </w:r>
      <w:r>
        <w:rPr>
          <w:b/>
          <w:color w:val="538257"/>
          <w:sz w:val="36"/>
          <w:szCs w:val="36"/>
        </w:rPr>
        <w:t xml:space="preserve">B </w:t>
      </w:r>
      <w:r w:rsidRPr="00356700">
        <w:rPr>
          <w:b/>
          <w:color w:val="538257"/>
          <w:sz w:val="36"/>
          <w:szCs w:val="36"/>
        </w:rPr>
        <w:t>Alpenprogramm 2021 - 2027</w:t>
      </w:r>
    </w:p>
    <w:p w:rsidR="008F310A" w:rsidRDefault="008F310A" w:rsidP="008F310A">
      <w:pPr>
        <w:widowControl/>
        <w:autoSpaceDE/>
        <w:autoSpaceDN/>
        <w:adjustRightInd/>
        <w:spacing w:after="0" w:line="240" w:lineRule="auto"/>
        <w:jc w:val="left"/>
        <w:rPr>
          <w:b/>
          <w:bCs/>
          <w:color w:val="8BAA76"/>
          <w:sz w:val="24"/>
          <w:szCs w:val="24"/>
          <w:lang w:val="de-DE"/>
        </w:rPr>
      </w:pPr>
      <w:r w:rsidRPr="008F310A">
        <w:rPr>
          <w:b/>
          <w:bCs/>
          <w:color w:val="8BAA76"/>
          <w:sz w:val="24"/>
          <w:szCs w:val="24"/>
          <w:lang w:val="de-DE"/>
        </w:rPr>
        <w:t xml:space="preserve">Partnerformular zur Einreichung weiterer Auskünfte und Unterlagen </w:t>
      </w:r>
    </w:p>
    <w:p w:rsidR="008F310A" w:rsidRPr="008F310A" w:rsidRDefault="008F310A" w:rsidP="008F310A">
      <w:pPr>
        <w:widowControl/>
        <w:autoSpaceDE/>
        <w:autoSpaceDN/>
        <w:adjustRightInd/>
        <w:spacing w:after="0" w:line="240" w:lineRule="auto"/>
        <w:jc w:val="left"/>
        <w:rPr>
          <w:b/>
          <w:bCs/>
          <w:color w:val="8BAA76"/>
          <w:sz w:val="24"/>
          <w:szCs w:val="24"/>
          <w:lang w:val="de-DE"/>
        </w:rPr>
      </w:pPr>
      <w:r w:rsidRPr="008F310A">
        <w:rPr>
          <w:b/>
          <w:bCs/>
          <w:color w:val="8BAA76"/>
          <w:sz w:val="24"/>
          <w:szCs w:val="24"/>
          <w:lang w:val="de-DE"/>
        </w:rPr>
        <w:t xml:space="preserve">für deutsche Projektpartner und Lead Partner </w:t>
      </w:r>
    </w:p>
    <w:p w:rsidR="008F310A" w:rsidRDefault="008F310A" w:rsidP="008F310A">
      <w:pPr>
        <w:tabs>
          <w:tab w:val="left" w:pos="360"/>
        </w:tabs>
        <w:spacing w:after="120" w:line="276" w:lineRule="auto"/>
        <w:ind w:right="141"/>
      </w:pPr>
    </w:p>
    <w:p w:rsidR="008F310A" w:rsidRPr="00356700" w:rsidRDefault="008F310A" w:rsidP="008F310A">
      <w:pPr>
        <w:tabs>
          <w:tab w:val="left" w:pos="360"/>
        </w:tabs>
        <w:spacing w:after="120" w:line="276" w:lineRule="auto"/>
        <w:ind w:right="141"/>
      </w:pPr>
      <w:r w:rsidRPr="00356700">
        <w:t>Projektakronym (</w:t>
      </w:r>
      <w:r>
        <w:t>lt.</w:t>
      </w:r>
      <w:r w:rsidRPr="00356700">
        <w:t xml:space="preserve"> </w:t>
      </w:r>
      <w:r>
        <w:t>Projektantrag</w:t>
      </w:r>
      <w:r w:rsidRPr="00356700">
        <w:t xml:space="preserve">): </w:t>
      </w:r>
      <w:r w:rsidRPr="00356700">
        <w:tab/>
      </w:r>
      <w:sdt>
        <w:sdtPr>
          <w:id w:val="-1009988928"/>
          <w:placeholder>
            <w:docPart w:val="A41360922A954291AF0A9D2440F424D4"/>
          </w:placeholder>
          <w:showingPlcHdr/>
          <w:text/>
        </w:sdtPr>
        <w:sdtEndPr/>
        <w:sdtContent>
          <w:r w:rsidRPr="00DE40EC">
            <w:rPr>
              <w:rStyle w:val="Platzhaltertext"/>
              <w:rFonts w:eastAsiaTheme="majorEastAsia"/>
            </w:rPr>
            <w:t>Klicken oder tippen Sie hier, um Text einzugeben.</w:t>
          </w:r>
        </w:sdtContent>
      </w:sdt>
    </w:p>
    <w:p w:rsidR="008F310A" w:rsidRPr="00356700" w:rsidRDefault="008F310A" w:rsidP="008F310A">
      <w:pPr>
        <w:spacing w:after="120" w:line="276" w:lineRule="auto"/>
      </w:pPr>
      <w:r w:rsidRPr="00356700">
        <w:t>Partnerkennung</w:t>
      </w:r>
      <w:r>
        <w:t>/Partner ID (lt. Projektantrag</w:t>
      </w:r>
      <w:r w:rsidRPr="00356700">
        <w:t>):</w:t>
      </w:r>
      <w:r w:rsidRPr="00356700">
        <w:tab/>
      </w:r>
      <w:r>
        <w:t xml:space="preserve">     </w:t>
      </w:r>
      <w:sdt>
        <w:sdtPr>
          <w:id w:val="1898859704"/>
          <w:placeholder>
            <w:docPart w:val="F15159B2AAC541249DBBDACFEFEBE578"/>
          </w:placeholder>
          <w:showingPlcHdr/>
          <w:text/>
        </w:sdtPr>
        <w:sdtEndPr/>
        <w:sdtContent>
          <w:r w:rsidRPr="00DE40EC">
            <w:rPr>
              <w:rStyle w:val="Platzhaltertext"/>
              <w:rFonts w:eastAsiaTheme="majorEastAsia"/>
            </w:rPr>
            <w:t>Klicken oder tippen Sie hier, um Text einzugeben.</w:t>
          </w:r>
        </w:sdtContent>
      </w:sdt>
    </w:p>
    <w:p w:rsidR="008F310A" w:rsidRPr="00356700" w:rsidRDefault="008F310A" w:rsidP="008F310A">
      <w:pPr>
        <w:spacing w:after="120" w:line="276" w:lineRule="auto"/>
        <w:rPr>
          <w:b/>
          <w:bCs/>
        </w:rPr>
      </w:pPr>
      <w:r>
        <w:rPr>
          <w:b/>
          <w:bCs/>
        </w:rPr>
        <w:t>Rechtlicher Vertreter</w:t>
      </w:r>
      <w:r w:rsidRPr="00356700">
        <w:rPr>
          <w:b/>
          <w:bCs/>
        </w:rPr>
        <w:t xml:space="preserve"> (</w:t>
      </w:r>
      <w:r w:rsidRPr="00F757C3">
        <w:rPr>
          <w:b/>
          <w:bCs/>
          <w:i/>
        </w:rPr>
        <w:t xml:space="preserve">Legal </w:t>
      </w:r>
      <w:proofErr w:type="spellStart"/>
      <w:r w:rsidRPr="00F757C3">
        <w:rPr>
          <w:b/>
          <w:bCs/>
          <w:i/>
        </w:rPr>
        <w:t>Representative</w:t>
      </w:r>
      <w:proofErr w:type="spellEnd"/>
      <w:r w:rsidRPr="00356700">
        <w:rPr>
          <w:b/>
          <w:bCs/>
        </w:rPr>
        <w:t>)</w:t>
      </w:r>
      <w:r>
        <w:rPr>
          <w:b/>
          <w:bCs/>
        </w:rPr>
        <w:t>:</w:t>
      </w:r>
    </w:p>
    <w:p w:rsidR="008F310A" w:rsidRPr="00356700" w:rsidRDefault="008F310A" w:rsidP="008F310A">
      <w:pPr>
        <w:tabs>
          <w:tab w:val="left" w:pos="360"/>
        </w:tabs>
        <w:spacing w:after="120" w:line="276" w:lineRule="auto"/>
        <w:ind w:right="141"/>
      </w:pPr>
      <w:r>
        <w:t>Organisation</w:t>
      </w:r>
      <w:r w:rsidRPr="00356700">
        <w:t>:</w:t>
      </w:r>
      <w:r>
        <w:t xml:space="preserve"> </w:t>
      </w:r>
      <w:r>
        <w:tab/>
      </w:r>
      <w:r>
        <w:tab/>
      </w:r>
      <w:sdt>
        <w:sdtPr>
          <w:id w:val="-963807453"/>
          <w:placeholder>
            <w:docPart w:val="DC17AB2603214C419590FDC08750BAC8"/>
          </w:placeholder>
          <w:showingPlcHdr/>
          <w:text/>
        </w:sdtPr>
        <w:sdtEndPr/>
        <w:sdtContent>
          <w:r w:rsidRPr="00DE40EC">
            <w:rPr>
              <w:rStyle w:val="Platzhaltertext"/>
              <w:rFonts w:eastAsiaTheme="majorEastAsia"/>
            </w:rPr>
            <w:t>Klicken oder tippen Sie hier, um Text einzugeben.</w:t>
          </w:r>
        </w:sdtContent>
      </w:sdt>
    </w:p>
    <w:p w:rsidR="008F310A" w:rsidRPr="004541A9" w:rsidRDefault="008F310A" w:rsidP="008F310A">
      <w:pPr>
        <w:spacing w:after="120" w:line="276" w:lineRule="auto"/>
        <w:ind w:right="201"/>
        <w:rPr>
          <w:rFonts w:ascii="Arial" w:hAnsi="Arial"/>
        </w:rPr>
      </w:pPr>
      <w:r w:rsidRPr="00356700">
        <w:t>Titel, Vorname, Name</w:t>
      </w:r>
      <w:r w:rsidRPr="004541A9">
        <w:rPr>
          <w:rFonts w:ascii="Arial" w:hAnsi="Arial"/>
        </w:rPr>
        <w:t>:</w:t>
      </w:r>
      <w:r w:rsidRPr="004541A9">
        <w:rPr>
          <w:rFonts w:ascii="Arial" w:hAnsi="Arial"/>
        </w:rPr>
        <w:tab/>
      </w:r>
      <w:sdt>
        <w:sdtPr>
          <w:id w:val="473190651"/>
          <w:placeholder>
            <w:docPart w:val="A4D7F724904E4E078D81CD3DCA4814C7"/>
          </w:placeholder>
          <w:showingPlcHdr/>
          <w:text/>
        </w:sdtPr>
        <w:sdtEndPr/>
        <w:sdtContent>
          <w:r w:rsidRPr="00DE40EC">
            <w:rPr>
              <w:rStyle w:val="Platzhaltertext"/>
              <w:rFonts w:eastAsiaTheme="majorEastAsia"/>
            </w:rPr>
            <w:t>Klicken oder tippen Sie hier, um Text einzugeben.</w:t>
          </w:r>
        </w:sdtContent>
      </w:sdt>
    </w:p>
    <w:p w:rsidR="008F310A" w:rsidRPr="00356700" w:rsidRDefault="008F310A" w:rsidP="008F310A">
      <w:pPr>
        <w:spacing w:after="120" w:line="276" w:lineRule="auto"/>
        <w:rPr>
          <w:u w:val="single"/>
        </w:rPr>
      </w:pPr>
      <w:r w:rsidRPr="00356700">
        <w:t>Funktion:</w:t>
      </w:r>
      <w:r w:rsidRPr="00356700">
        <w:tab/>
      </w:r>
      <w:r w:rsidRPr="00356700">
        <w:tab/>
      </w:r>
      <w:sdt>
        <w:sdtPr>
          <w:id w:val="111416933"/>
          <w:placeholder>
            <w:docPart w:val="E97BDF90B1F8466FA768DE7D3296F799"/>
          </w:placeholder>
          <w:showingPlcHdr/>
          <w:text/>
        </w:sdtPr>
        <w:sdtEndPr/>
        <w:sdtContent>
          <w:r w:rsidRPr="00DE40EC">
            <w:rPr>
              <w:rStyle w:val="Platzhaltertext"/>
              <w:rFonts w:eastAsiaTheme="majorEastAsia"/>
            </w:rPr>
            <w:t>Klicken oder tippen Sie hier, um Text einzugeben.</w:t>
          </w:r>
        </w:sdtContent>
      </w:sdt>
    </w:p>
    <w:p w:rsidR="008F310A" w:rsidRPr="00356700" w:rsidRDefault="008F310A" w:rsidP="008F310A">
      <w:pPr>
        <w:spacing w:after="120" w:line="276" w:lineRule="auto"/>
        <w:rPr>
          <w:u w:val="single"/>
        </w:rPr>
      </w:pPr>
      <w:r w:rsidRPr="00356700">
        <w:t>Straße Nr.:</w:t>
      </w:r>
      <w:r w:rsidRPr="00356700">
        <w:tab/>
      </w:r>
      <w:r w:rsidRPr="00356700">
        <w:tab/>
      </w:r>
      <w:sdt>
        <w:sdtPr>
          <w:id w:val="996458187"/>
          <w:placeholder>
            <w:docPart w:val="F49F7E071D374EAE8296E5E171117E3C"/>
          </w:placeholder>
          <w:showingPlcHdr/>
          <w:text/>
        </w:sdtPr>
        <w:sdtEndPr/>
        <w:sdtContent>
          <w:r w:rsidRPr="00DE40EC">
            <w:rPr>
              <w:rStyle w:val="Platzhaltertext"/>
              <w:rFonts w:eastAsiaTheme="majorEastAsia"/>
            </w:rPr>
            <w:t>Klicken oder tippen Sie hier, um Text einzugeben.</w:t>
          </w:r>
        </w:sdtContent>
      </w:sdt>
    </w:p>
    <w:p w:rsidR="008F310A" w:rsidRPr="00356700" w:rsidRDefault="008F310A" w:rsidP="008F310A">
      <w:pPr>
        <w:spacing w:after="120" w:line="276" w:lineRule="auto"/>
        <w:rPr>
          <w:u w:val="single"/>
        </w:rPr>
      </w:pPr>
      <w:r w:rsidRPr="00356700">
        <w:t>PLZ Ort</w:t>
      </w:r>
      <w:r w:rsidRPr="00356700">
        <w:tab/>
        <w:t>:</w:t>
      </w:r>
      <w:r w:rsidRPr="00356700">
        <w:tab/>
      </w:r>
      <w:r w:rsidRPr="00356700">
        <w:tab/>
      </w:r>
      <w:sdt>
        <w:sdtPr>
          <w:id w:val="-2032784685"/>
          <w:placeholder>
            <w:docPart w:val="F92000311A5240F0BCAE21CE56A4EACB"/>
          </w:placeholder>
          <w:showingPlcHdr/>
          <w:text/>
        </w:sdtPr>
        <w:sdtEndPr/>
        <w:sdtContent>
          <w:r w:rsidRPr="00DE40EC">
            <w:rPr>
              <w:rStyle w:val="Platzhaltertext"/>
              <w:rFonts w:eastAsiaTheme="majorEastAsia"/>
            </w:rPr>
            <w:t>Klicken oder tippen Sie hier, um Text einzugeben.</w:t>
          </w:r>
        </w:sdtContent>
      </w:sdt>
    </w:p>
    <w:p w:rsidR="008F310A" w:rsidRPr="004541A9" w:rsidRDefault="008F310A" w:rsidP="008F310A">
      <w:pPr>
        <w:spacing w:after="120" w:line="276" w:lineRule="auto"/>
        <w:rPr>
          <w:rFonts w:ascii="Arial" w:hAnsi="Arial"/>
        </w:rPr>
      </w:pPr>
    </w:p>
    <w:p w:rsidR="008F310A" w:rsidRPr="00356700" w:rsidRDefault="008F310A" w:rsidP="008F310A">
      <w:pPr>
        <w:spacing w:after="120" w:line="276" w:lineRule="auto"/>
      </w:pPr>
      <w:r w:rsidRPr="00356700">
        <w:rPr>
          <w:i/>
          <w:iCs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57618C" wp14:editId="6D45DDEC">
                <wp:simplePos x="0" y="0"/>
                <wp:positionH relativeFrom="column">
                  <wp:posOffset>725170</wp:posOffset>
                </wp:positionH>
                <wp:positionV relativeFrom="paragraph">
                  <wp:posOffset>9812655</wp:posOffset>
                </wp:positionV>
                <wp:extent cx="3328035" cy="602615"/>
                <wp:effectExtent l="10795" t="11430" r="13970" b="5080"/>
                <wp:wrapNone/>
                <wp:docPr id="11" name="Rechtec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602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10A" w:rsidRDefault="008F310A" w:rsidP="008F3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7618C" id="Rechteck 11" o:spid="_x0000_s1026" style="position:absolute;left:0;text-align:left;margin-left:57.1pt;margin-top:772.65pt;width:262.05pt;height:4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">
                <v:stroke dashstyle="1 1" endcap="round"/>
                <v:textbox>
                  <w:txbxContent>
                    <w:p w:rsidR="008F310A" w:rsidRDefault="008F310A" w:rsidP="008F310A"/>
                  </w:txbxContent>
                </v:textbox>
              </v:rect>
            </w:pict>
          </mc:Fallback>
        </mc:AlternateContent>
      </w:r>
      <w:r w:rsidRPr="00356700">
        <w:rPr>
          <w:i/>
          <w:iCs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F8B11" wp14:editId="6866DDF8">
                <wp:simplePos x="0" y="0"/>
                <wp:positionH relativeFrom="column">
                  <wp:posOffset>725170</wp:posOffset>
                </wp:positionH>
                <wp:positionV relativeFrom="paragraph">
                  <wp:posOffset>9812655</wp:posOffset>
                </wp:positionV>
                <wp:extent cx="3328035" cy="602615"/>
                <wp:effectExtent l="10795" t="11430" r="13970" b="508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602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10A" w:rsidRDefault="008F310A" w:rsidP="008F3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F8B11" id="Rechteck 15" o:spid="_x0000_s1027" style="position:absolute;left:0;text-align:left;margin-left:57.1pt;margin-top:772.65pt;width:262.05pt;height:4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">
                <v:stroke dashstyle="1 1" endcap="round"/>
                <v:textbox>
                  <w:txbxContent>
                    <w:p w:rsidR="008F310A" w:rsidRDefault="008F310A" w:rsidP="008F310A"/>
                  </w:txbxContent>
                </v:textbox>
              </v:rect>
            </w:pict>
          </mc:Fallback>
        </mc:AlternateContent>
      </w:r>
      <w:r>
        <w:t>Ich bestätige</w:t>
      </w:r>
      <w:r w:rsidRPr="00356700">
        <w:t xml:space="preserve"> die Richtigkeit und Vollständigkeit der Angaben:</w:t>
      </w:r>
    </w:p>
    <w:p w:rsidR="008F310A" w:rsidRPr="004541A9" w:rsidRDefault="008F310A" w:rsidP="008F310A">
      <w:pPr>
        <w:spacing w:after="120" w:line="276" w:lineRule="auto"/>
        <w:rPr>
          <w:rFonts w:ascii="Arial" w:hAnsi="Arial"/>
        </w:rPr>
      </w:pPr>
      <w:r w:rsidRPr="004541A9">
        <w:rPr>
          <w:rFonts w:ascii="Arial" w:hAnsi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5E6848" wp14:editId="39D36F4B">
                <wp:simplePos x="0" y="0"/>
                <wp:positionH relativeFrom="column">
                  <wp:posOffset>9253</wp:posOffset>
                </wp:positionH>
                <wp:positionV relativeFrom="paragraph">
                  <wp:posOffset>198935</wp:posOffset>
                </wp:positionV>
                <wp:extent cx="2665730" cy="1415143"/>
                <wp:effectExtent l="0" t="0" r="20320" b="1397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5730" cy="1415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10A" w:rsidRDefault="008F310A" w:rsidP="008F3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E684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0;text-align:left;margin-left:.75pt;margin-top:15.65pt;width:209.9pt;height:11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">
                <v:stroke dashstyle="1 1"/>
                <v:textbox>
                  <w:txbxContent>
                    <w:p w:rsidR="008F310A" w:rsidRDefault="008F310A" w:rsidP="008F310A"/>
                  </w:txbxContent>
                </v:textbox>
              </v:shape>
            </w:pict>
          </mc:Fallback>
        </mc:AlternateContent>
      </w:r>
    </w:p>
    <w:p w:rsidR="008F310A" w:rsidRPr="004541A9" w:rsidRDefault="008F310A" w:rsidP="008F310A">
      <w:pPr>
        <w:spacing w:after="120" w:line="276" w:lineRule="auto"/>
        <w:rPr>
          <w:rFonts w:ascii="Arial" w:hAnsi="Arial"/>
        </w:rPr>
      </w:pPr>
      <w:r w:rsidRPr="004541A9">
        <w:rPr>
          <w:rFonts w:ascii="Arial" w:hAnsi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61619D" wp14:editId="55EACE47">
                <wp:simplePos x="0" y="0"/>
                <wp:positionH relativeFrom="column">
                  <wp:posOffset>2855595</wp:posOffset>
                </wp:positionH>
                <wp:positionV relativeFrom="paragraph">
                  <wp:posOffset>94615</wp:posOffset>
                </wp:positionV>
                <wp:extent cx="3083560" cy="1419225"/>
                <wp:effectExtent l="0" t="0" r="2540" b="952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356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  <w:u w:val="single"/>
                              </w:rPr>
                            </w:pPr>
                          </w:p>
                          <w:p w:rsidR="008F310A" w:rsidRPr="00517F2D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  <w:u w:val="single"/>
                              </w:rPr>
                            </w:pP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</w:p>
                          <w:p w:rsidR="008F310A" w:rsidRPr="00356700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</w:pPr>
                            <w:r w:rsidRPr="00356700">
                              <w:t>Ort, Datum</w:t>
                            </w:r>
                          </w:p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</w:rPr>
                            </w:pPr>
                          </w:p>
                          <w:p w:rsidR="008F310A" w:rsidRPr="00517F2D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  <w:u w:val="single"/>
                              </w:rPr>
                            </w:pP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</w:p>
                          <w:p w:rsidR="008F310A" w:rsidRPr="00356700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</w:pPr>
                            <w:r w:rsidRPr="00356700">
                              <w:t>Unterschrift</w:t>
                            </w:r>
                          </w:p>
                          <w:p w:rsidR="008F310A" w:rsidRPr="00AE137A" w:rsidRDefault="008F310A" w:rsidP="008F310A">
                            <w:pPr>
                              <w:tabs>
                                <w:tab w:val="left" w:pos="360"/>
                              </w:tabs>
                              <w:spacing w:after="120" w:line="276" w:lineRule="auto"/>
                              <w:ind w:right="141"/>
                              <w:rPr>
                                <w:rFonts w:ascii="Arial" w:hAnsi="Arial"/>
                              </w:rPr>
                            </w:pPr>
                          </w:p>
                          <w:p w:rsidR="008F310A" w:rsidRPr="00AE137A" w:rsidRDefault="008F310A" w:rsidP="008F310A">
                            <w:pPr>
                              <w:spacing w:after="120" w:line="276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8F310A" w:rsidRDefault="008F310A" w:rsidP="008F3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1619D" id="_x0000_s1029" type="#_x0000_t202" style="position:absolute;left:0;text-align:left;margin-left:224.85pt;margin-top:7.45pt;width:242.8pt;height:1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" stroked="f">
                <v:stroke dashstyle="1 1"/>
                <v:textbox>
                  <w:txbxContent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  <w:u w:val="single"/>
                        </w:rPr>
                      </w:pPr>
                    </w:p>
                    <w:p w:rsidR="008F310A" w:rsidRPr="00517F2D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  <w:u w:val="single"/>
                        </w:rPr>
                      </w:pP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</w:p>
                    <w:p w:rsidR="008F310A" w:rsidRPr="00356700" w:rsidRDefault="008F310A" w:rsidP="008F310A">
                      <w:pPr>
                        <w:tabs>
                          <w:tab w:val="left" w:pos="360"/>
                        </w:tabs>
                        <w:ind w:right="142"/>
                      </w:pPr>
                      <w:r w:rsidRPr="00356700">
                        <w:t>Ort, Datum</w:t>
                      </w:r>
                    </w:p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</w:rPr>
                      </w:pPr>
                    </w:p>
                    <w:p w:rsidR="008F310A" w:rsidRPr="00517F2D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  <w:u w:val="single"/>
                        </w:rPr>
                      </w:pP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</w:p>
                    <w:p w:rsidR="008F310A" w:rsidRPr="00356700" w:rsidRDefault="008F310A" w:rsidP="008F310A">
                      <w:pPr>
                        <w:tabs>
                          <w:tab w:val="left" w:pos="360"/>
                        </w:tabs>
                        <w:ind w:right="142"/>
                      </w:pPr>
                      <w:r w:rsidRPr="00356700">
                        <w:t>Unterschrift</w:t>
                      </w:r>
                    </w:p>
                    <w:p w:rsidR="008F310A" w:rsidRPr="00AE137A" w:rsidRDefault="008F310A" w:rsidP="008F310A">
                      <w:pPr>
                        <w:tabs>
                          <w:tab w:val="left" w:pos="360"/>
                        </w:tabs>
                        <w:spacing w:after="120" w:line="276" w:lineRule="auto"/>
                        <w:ind w:right="141"/>
                        <w:rPr>
                          <w:rFonts w:ascii="Arial" w:hAnsi="Arial"/>
                        </w:rPr>
                      </w:pPr>
                    </w:p>
                    <w:p w:rsidR="008F310A" w:rsidRPr="00AE137A" w:rsidRDefault="008F310A" w:rsidP="008F310A">
                      <w:pPr>
                        <w:spacing w:after="120" w:line="276" w:lineRule="auto"/>
                        <w:rPr>
                          <w:rFonts w:ascii="Arial" w:hAnsi="Arial"/>
                        </w:rPr>
                      </w:pPr>
                    </w:p>
                    <w:p w:rsidR="008F310A" w:rsidRDefault="008F310A" w:rsidP="008F310A"/>
                  </w:txbxContent>
                </v:textbox>
              </v:shape>
            </w:pict>
          </mc:Fallback>
        </mc:AlternateContent>
      </w:r>
      <w:r w:rsidRPr="004541A9">
        <w:rPr>
          <w:rFonts w:ascii="Arial" w:hAnsi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F85894" wp14:editId="716AF6FC">
                <wp:simplePos x="0" y="0"/>
                <wp:positionH relativeFrom="column">
                  <wp:posOffset>2950210</wp:posOffset>
                </wp:positionH>
                <wp:positionV relativeFrom="paragraph">
                  <wp:posOffset>27305</wp:posOffset>
                </wp:positionV>
                <wp:extent cx="3083560" cy="1419225"/>
                <wp:effectExtent l="0" t="0" r="2540" b="952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356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  <w:u w:val="single"/>
                              </w:rPr>
                            </w:pPr>
                          </w:p>
                          <w:p w:rsidR="008F310A" w:rsidRPr="00517F2D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  <w:u w:val="single"/>
                              </w:rPr>
                            </w:pP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</w:p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Ort, Datum</w:t>
                            </w:r>
                          </w:p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</w:rPr>
                            </w:pPr>
                          </w:p>
                          <w:p w:rsidR="008F310A" w:rsidRPr="00517F2D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  <w:u w:val="single"/>
                              </w:rPr>
                            </w:pP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</w:p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Unterschrift</w:t>
                            </w:r>
                          </w:p>
                          <w:p w:rsidR="008F310A" w:rsidRPr="00AE137A" w:rsidRDefault="008F310A" w:rsidP="008F310A">
                            <w:pPr>
                              <w:tabs>
                                <w:tab w:val="left" w:pos="360"/>
                              </w:tabs>
                              <w:spacing w:after="120" w:line="276" w:lineRule="auto"/>
                              <w:ind w:right="141"/>
                              <w:rPr>
                                <w:rFonts w:ascii="Arial" w:hAnsi="Arial"/>
                              </w:rPr>
                            </w:pPr>
                          </w:p>
                          <w:p w:rsidR="008F310A" w:rsidRPr="00AE137A" w:rsidRDefault="008F310A" w:rsidP="008F310A">
                            <w:pPr>
                              <w:spacing w:after="120" w:line="276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8F310A" w:rsidRDefault="008F310A" w:rsidP="008F3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85894" id="_x0000_s1030" type="#_x0000_t202" style="position:absolute;left:0;text-align:left;margin-left:232.3pt;margin-top:2.15pt;width:242.8pt;height:1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" stroked="f">
                <v:stroke dashstyle="1 1"/>
                <v:textbox>
                  <w:txbxContent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  <w:u w:val="single"/>
                        </w:rPr>
                      </w:pPr>
                    </w:p>
                    <w:p w:rsidR="008F310A" w:rsidRPr="00517F2D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  <w:u w:val="single"/>
                        </w:rPr>
                      </w:pP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</w:p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Ort, Datum</w:t>
                      </w:r>
                    </w:p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</w:rPr>
                      </w:pPr>
                    </w:p>
                    <w:p w:rsidR="008F310A" w:rsidRPr="00517F2D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  <w:u w:val="single"/>
                        </w:rPr>
                      </w:pP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</w:p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Unterschrift</w:t>
                      </w:r>
                    </w:p>
                    <w:p w:rsidR="008F310A" w:rsidRPr="00AE137A" w:rsidRDefault="008F310A" w:rsidP="008F310A">
                      <w:pPr>
                        <w:tabs>
                          <w:tab w:val="left" w:pos="360"/>
                        </w:tabs>
                        <w:spacing w:after="120" w:line="276" w:lineRule="auto"/>
                        <w:ind w:right="141"/>
                        <w:rPr>
                          <w:rFonts w:ascii="Arial" w:hAnsi="Arial"/>
                        </w:rPr>
                      </w:pPr>
                    </w:p>
                    <w:p w:rsidR="008F310A" w:rsidRPr="00AE137A" w:rsidRDefault="008F310A" w:rsidP="008F310A">
                      <w:pPr>
                        <w:spacing w:after="120" w:line="276" w:lineRule="auto"/>
                        <w:rPr>
                          <w:rFonts w:ascii="Arial" w:hAnsi="Arial"/>
                        </w:rPr>
                      </w:pPr>
                    </w:p>
                    <w:p w:rsidR="008F310A" w:rsidRDefault="008F310A" w:rsidP="008F310A"/>
                  </w:txbxContent>
                </v:textbox>
              </v:shape>
            </w:pict>
          </mc:Fallback>
        </mc:AlternateContent>
      </w:r>
      <w:r w:rsidRPr="004541A9">
        <w:rPr>
          <w:rFonts w:ascii="Arial" w:hAnsi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921DDB" wp14:editId="13901B3A">
                <wp:simplePos x="0" y="0"/>
                <wp:positionH relativeFrom="column">
                  <wp:posOffset>3026410</wp:posOffset>
                </wp:positionH>
                <wp:positionV relativeFrom="paragraph">
                  <wp:posOffset>113030</wp:posOffset>
                </wp:positionV>
                <wp:extent cx="3083560" cy="1419225"/>
                <wp:effectExtent l="0" t="0" r="2540" b="952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356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  <w:u w:val="single"/>
                              </w:rPr>
                            </w:pPr>
                          </w:p>
                          <w:p w:rsidR="008F310A" w:rsidRPr="00517F2D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  <w:u w:val="single"/>
                              </w:rPr>
                            </w:pP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</w:p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Ort, Datum</w:t>
                            </w:r>
                          </w:p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</w:rPr>
                            </w:pPr>
                          </w:p>
                          <w:p w:rsidR="008F310A" w:rsidRPr="00517F2D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  <w:u w:val="single"/>
                              </w:rPr>
                            </w:pP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  <w:r w:rsidRPr="00AE137A">
                              <w:rPr>
                                <w:rFonts w:ascii="Arial" w:hAnsi="Arial"/>
                                <w:u w:val="single"/>
                              </w:rPr>
                              <w:tab/>
                            </w:r>
                          </w:p>
                          <w:p w:rsidR="008F310A" w:rsidRDefault="008F310A" w:rsidP="008F310A">
                            <w:pPr>
                              <w:tabs>
                                <w:tab w:val="left" w:pos="360"/>
                              </w:tabs>
                              <w:ind w:right="142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Unterschrift</w:t>
                            </w:r>
                          </w:p>
                          <w:p w:rsidR="008F310A" w:rsidRPr="00AE137A" w:rsidRDefault="008F310A" w:rsidP="008F310A">
                            <w:pPr>
                              <w:tabs>
                                <w:tab w:val="left" w:pos="360"/>
                              </w:tabs>
                              <w:spacing w:after="120" w:line="276" w:lineRule="auto"/>
                              <w:ind w:right="141"/>
                              <w:rPr>
                                <w:rFonts w:ascii="Arial" w:hAnsi="Arial"/>
                              </w:rPr>
                            </w:pPr>
                          </w:p>
                          <w:p w:rsidR="008F310A" w:rsidRPr="00AE137A" w:rsidRDefault="008F310A" w:rsidP="008F310A">
                            <w:pPr>
                              <w:spacing w:after="120" w:line="276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8F310A" w:rsidRDefault="008F310A" w:rsidP="008F3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21DDB" id="_x0000_s1031" type="#_x0000_t202" style="position:absolute;left:0;text-align:left;margin-left:238.3pt;margin-top:8.9pt;width:242.8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" stroked="f">
                <v:stroke dashstyle="1 1"/>
                <v:textbox>
                  <w:txbxContent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  <w:u w:val="single"/>
                        </w:rPr>
                      </w:pPr>
                    </w:p>
                    <w:p w:rsidR="008F310A" w:rsidRPr="00517F2D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  <w:u w:val="single"/>
                        </w:rPr>
                      </w:pP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</w:p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Ort, Datum</w:t>
                      </w:r>
                    </w:p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</w:rPr>
                      </w:pPr>
                    </w:p>
                    <w:p w:rsidR="008F310A" w:rsidRPr="00517F2D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  <w:u w:val="single"/>
                        </w:rPr>
                      </w:pP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  <w:r w:rsidRPr="00AE137A">
                        <w:rPr>
                          <w:rFonts w:ascii="Arial" w:hAnsi="Arial"/>
                          <w:u w:val="single"/>
                        </w:rPr>
                        <w:tab/>
                      </w:r>
                    </w:p>
                    <w:p w:rsidR="008F310A" w:rsidRDefault="008F310A" w:rsidP="008F310A">
                      <w:pPr>
                        <w:tabs>
                          <w:tab w:val="left" w:pos="360"/>
                        </w:tabs>
                        <w:ind w:right="142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Unterschrift</w:t>
                      </w:r>
                    </w:p>
                    <w:p w:rsidR="008F310A" w:rsidRPr="00AE137A" w:rsidRDefault="008F310A" w:rsidP="008F310A">
                      <w:pPr>
                        <w:tabs>
                          <w:tab w:val="left" w:pos="360"/>
                        </w:tabs>
                        <w:spacing w:after="120" w:line="276" w:lineRule="auto"/>
                        <w:ind w:right="141"/>
                        <w:rPr>
                          <w:rFonts w:ascii="Arial" w:hAnsi="Arial"/>
                        </w:rPr>
                      </w:pPr>
                    </w:p>
                    <w:p w:rsidR="008F310A" w:rsidRPr="00AE137A" w:rsidRDefault="008F310A" w:rsidP="008F310A">
                      <w:pPr>
                        <w:spacing w:after="120" w:line="276" w:lineRule="auto"/>
                        <w:rPr>
                          <w:rFonts w:ascii="Arial" w:hAnsi="Arial"/>
                        </w:rPr>
                      </w:pPr>
                    </w:p>
                    <w:p w:rsidR="008F310A" w:rsidRDefault="008F310A" w:rsidP="008F310A"/>
                  </w:txbxContent>
                </v:textbox>
              </v:shape>
            </w:pict>
          </mc:Fallback>
        </mc:AlternateContent>
      </w:r>
    </w:p>
    <w:p w:rsidR="008F310A" w:rsidRPr="004541A9" w:rsidRDefault="008F310A" w:rsidP="008F310A">
      <w:pPr>
        <w:spacing w:after="120" w:line="276" w:lineRule="auto"/>
        <w:rPr>
          <w:rFonts w:ascii="Arial" w:hAnsi="Arial"/>
        </w:rPr>
      </w:pPr>
    </w:p>
    <w:p w:rsidR="008F310A" w:rsidRPr="004541A9" w:rsidRDefault="008F310A" w:rsidP="008F310A">
      <w:pPr>
        <w:spacing w:after="120" w:line="276" w:lineRule="auto"/>
        <w:rPr>
          <w:rFonts w:ascii="Arial" w:hAnsi="Arial"/>
        </w:rPr>
      </w:pPr>
    </w:p>
    <w:p w:rsidR="008F310A" w:rsidRPr="004541A9" w:rsidRDefault="008F310A" w:rsidP="008F310A">
      <w:pPr>
        <w:spacing w:after="120" w:line="276" w:lineRule="auto"/>
        <w:rPr>
          <w:rFonts w:ascii="Arial" w:hAnsi="Arial"/>
        </w:rPr>
      </w:pPr>
    </w:p>
    <w:p w:rsidR="008F310A" w:rsidRPr="004541A9" w:rsidRDefault="008F310A" w:rsidP="008F310A">
      <w:pPr>
        <w:spacing w:after="120" w:line="276" w:lineRule="auto"/>
        <w:rPr>
          <w:rFonts w:ascii="Arial" w:hAnsi="Arial"/>
        </w:rPr>
      </w:pPr>
    </w:p>
    <w:p w:rsidR="008F310A" w:rsidRPr="004541A9" w:rsidRDefault="008F310A" w:rsidP="008F310A">
      <w:pPr>
        <w:spacing w:after="120" w:line="276" w:lineRule="auto"/>
        <w:rPr>
          <w:rFonts w:ascii="Arial" w:hAnsi="Arial"/>
        </w:rPr>
      </w:pPr>
    </w:p>
    <w:p w:rsidR="008F310A" w:rsidRDefault="008F310A" w:rsidP="008F310A">
      <w:pPr>
        <w:spacing w:after="120" w:line="276" w:lineRule="auto"/>
      </w:pPr>
      <w:r>
        <w:t>Firmen-/ Behördenstempel</w:t>
      </w:r>
      <w:r>
        <w:br w:type="page"/>
      </w:r>
    </w:p>
    <w:tbl>
      <w:tblPr>
        <w:tblStyle w:val="Tabellenraster"/>
        <w:tblW w:w="9634" w:type="dxa"/>
        <w:tblLayout w:type="fixed"/>
        <w:tblLook w:val="04A0" w:firstRow="1" w:lastRow="0" w:firstColumn="1" w:lastColumn="0" w:noHBand="0" w:noVBand="1"/>
      </w:tblPr>
      <w:tblGrid>
        <w:gridCol w:w="2713"/>
        <w:gridCol w:w="6071"/>
        <w:gridCol w:w="850"/>
      </w:tblGrid>
      <w:tr w:rsidR="008F310A" w:rsidRPr="00C70ABD" w:rsidTr="00C42458">
        <w:tc>
          <w:tcPr>
            <w:tcW w:w="2713" w:type="dxa"/>
            <w:shd w:val="clear" w:color="auto" w:fill="8BAA76"/>
          </w:tcPr>
          <w:p w:rsidR="008F310A" w:rsidRPr="008F310A" w:rsidRDefault="008F310A" w:rsidP="00E21CF2">
            <w:pPr>
              <w:spacing w:before="60" w:after="60"/>
              <w:jc w:val="center"/>
              <w:rPr>
                <w:b/>
                <w:sz w:val="8"/>
              </w:rPr>
            </w:pPr>
          </w:p>
          <w:p w:rsidR="008F310A" w:rsidRPr="008F310A" w:rsidRDefault="008F310A" w:rsidP="00E21CF2">
            <w:pPr>
              <w:spacing w:before="60" w:after="60"/>
              <w:jc w:val="center"/>
              <w:rPr>
                <w:b/>
              </w:rPr>
            </w:pPr>
            <w:r w:rsidRPr="008F310A">
              <w:rPr>
                <w:b/>
              </w:rPr>
              <w:t>Prüfmerkmal</w:t>
            </w:r>
          </w:p>
        </w:tc>
        <w:tc>
          <w:tcPr>
            <w:tcW w:w="6071" w:type="dxa"/>
            <w:shd w:val="clear" w:color="auto" w:fill="8BAA76"/>
          </w:tcPr>
          <w:p w:rsidR="008F310A" w:rsidRPr="008F310A" w:rsidRDefault="008F310A" w:rsidP="00E21CF2">
            <w:pPr>
              <w:spacing w:before="60" w:after="60"/>
              <w:jc w:val="center"/>
              <w:rPr>
                <w:b/>
                <w:sz w:val="8"/>
                <w:szCs w:val="8"/>
              </w:rPr>
            </w:pPr>
          </w:p>
          <w:p w:rsidR="008F310A" w:rsidRPr="008F310A" w:rsidRDefault="008F310A" w:rsidP="00E21CF2">
            <w:pPr>
              <w:spacing w:before="60" w:after="60"/>
              <w:jc w:val="center"/>
              <w:rPr>
                <w:b/>
              </w:rPr>
            </w:pPr>
            <w:r w:rsidRPr="008F310A">
              <w:rPr>
                <w:b/>
              </w:rPr>
              <w:t>Erforderliche Unterlagen des Projektpartners</w:t>
            </w:r>
          </w:p>
        </w:tc>
        <w:tc>
          <w:tcPr>
            <w:tcW w:w="850" w:type="dxa"/>
            <w:shd w:val="clear" w:color="auto" w:fill="8BAA76"/>
            <w:noWrap/>
          </w:tcPr>
          <w:p w:rsidR="008F310A" w:rsidRPr="008F310A" w:rsidRDefault="008F310A" w:rsidP="00E21CF2">
            <w:pPr>
              <w:spacing w:before="60" w:after="60"/>
              <w:jc w:val="center"/>
              <w:rPr>
                <w:b/>
              </w:rPr>
            </w:pPr>
            <w:r w:rsidRPr="008F310A">
              <w:rPr>
                <w:b/>
              </w:rPr>
              <w:t>Liegt bei</w:t>
            </w:r>
          </w:p>
        </w:tc>
      </w:tr>
      <w:tr w:rsidR="008F310A" w:rsidRPr="00C70ABD" w:rsidTr="00C42458">
        <w:trPr>
          <w:trHeight w:val="3266"/>
        </w:trPr>
        <w:tc>
          <w:tcPr>
            <w:tcW w:w="2713" w:type="dxa"/>
          </w:tcPr>
          <w:p w:rsidR="008F310A" w:rsidRPr="00356700" w:rsidRDefault="008F310A" w:rsidP="00E21CF2">
            <w:pPr>
              <w:spacing w:before="60" w:after="60"/>
              <w:rPr>
                <w:b/>
              </w:rPr>
            </w:pPr>
            <w:r w:rsidRPr="00356700">
              <w:rPr>
                <w:b/>
              </w:rPr>
              <w:t xml:space="preserve">1. </w:t>
            </w:r>
          </w:p>
          <w:p w:rsidR="008F310A" w:rsidRPr="00356700" w:rsidRDefault="008F310A" w:rsidP="008F310A">
            <w:pPr>
              <w:spacing w:before="60" w:after="60" w:line="276" w:lineRule="auto"/>
              <w:jc w:val="left"/>
              <w:rPr>
                <w:b/>
              </w:rPr>
            </w:pPr>
            <w:r w:rsidRPr="00356700">
              <w:rPr>
                <w:b/>
              </w:rPr>
              <w:t xml:space="preserve">Rechtliche Zuständigkeit der Person, die im Antragsformular </w:t>
            </w:r>
            <w:r w:rsidRPr="00D6412B">
              <w:rPr>
                <w:b/>
              </w:rPr>
              <w:t xml:space="preserve">in Sektion B.1 Project Partners </w:t>
            </w:r>
            <w:r w:rsidRPr="00356700">
              <w:rPr>
                <w:b/>
              </w:rPr>
              <w:t xml:space="preserve">als „Legal </w:t>
            </w:r>
            <w:proofErr w:type="spellStart"/>
            <w:r w:rsidRPr="00356700">
              <w:rPr>
                <w:b/>
              </w:rPr>
              <w:t>Representative</w:t>
            </w:r>
            <w:proofErr w:type="spellEnd"/>
            <w:r w:rsidRPr="00356700">
              <w:rPr>
                <w:b/>
              </w:rPr>
              <w:t>“ angegeben ist und die Verpflichtungserklärung unterschrieben hat</w:t>
            </w:r>
          </w:p>
        </w:tc>
        <w:tc>
          <w:tcPr>
            <w:tcW w:w="6071" w:type="dxa"/>
          </w:tcPr>
          <w:p w:rsidR="008F310A" w:rsidRPr="00356700" w:rsidRDefault="008F310A" w:rsidP="008F310A">
            <w:pPr>
              <w:spacing w:before="60" w:after="60" w:line="276" w:lineRule="auto"/>
            </w:pPr>
          </w:p>
          <w:p w:rsidR="008F310A" w:rsidRPr="00356700" w:rsidRDefault="008F310A" w:rsidP="008F310A">
            <w:pPr>
              <w:spacing w:before="60" w:after="60" w:line="276" w:lineRule="auto"/>
            </w:pPr>
            <w:r w:rsidRPr="00356700">
              <w:t xml:space="preserve">Dokument, aus dem die organisatorische Einbindung des verantwortlichen Ansprechpartners hervorgeht. </w:t>
            </w:r>
          </w:p>
          <w:p w:rsidR="008F310A" w:rsidRPr="00356700" w:rsidRDefault="008F310A" w:rsidP="008F310A">
            <w:pPr>
              <w:spacing w:before="60" w:after="60" w:line="276" w:lineRule="auto"/>
            </w:pPr>
            <w:r w:rsidRPr="00356700">
              <w:t xml:space="preserve">Alternative Wahl zwischen: </w:t>
            </w:r>
          </w:p>
          <w:p w:rsidR="008F310A" w:rsidRPr="00356700" w:rsidRDefault="008F310A" w:rsidP="008F310A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60" w:after="60" w:line="276" w:lineRule="auto"/>
              <w:ind w:left="498" w:hanging="308"/>
              <w:jc w:val="left"/>
            </w:pPr>
            <w:r w:rsidRPr="00356700">
              <w:t>Organigramm der Organisation</w:t>
            </w:r>
          </w:p>
          <w:p w:rsidR="008F310A" w:rsidRPr="00356700" w:rsidRDefault="008F310A" w:rsidP="008F310A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60" w:after="60" w:line="276" w:lineRule="auto"/>
              <w:ind w:left="498" w:hanging="308"/>
              <w:jc w:val="left"/>
            </w:pPr>
            <w:r w:rsidRPr="00356700">
              <w:t xml:space="preserve">Auszug aus dem Handelsregister (Angabe zu Geschäftsführung, Prokura) </w:t>
            </w:r>
          </w:p>
          <w:p w:rsidR="008F310A" w:rsidRPr="00356700" w:rsidRDefault="008F310A" w:rsidP="008F310A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60" w:after="60" w:line="276" w:lineRule="auto"/>
              <w:ind w:left="498" w:hanging="308"/>
              <w:jc w:val="left"/>
            </w:pPr>
            <w:r w:rsidRPr="00356700">
              <w:t xml:space="preserve">Auszug aus dem Vereinsregister (Bezug zum Vorsitz) </w:t>
            </w:r>
          </w:p>
          <w:p w:rsidR="008F310A" w:rsidRPr="00356700" w:rsidRDefault="008F310A" w:rsidP="008F310A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60" w:after="60" w:line="276" w:lineRule="auto"/>
              <w:ind w:left="498" w:hanging="308"/>
              <w:jc w:val="left"/>
            </w:pPr>
            <w:r w:rsidRPr="00356700">
              <w:t>Kopie der aktuellen Satzung</w:t>
            </w:r>
          </w:p>
          <w:p w:rsidR="008F310A" w:rsidRDefault="008F310A" w:rsidP="008F310A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60" w:after="60" w:line="276" w:lineRule="auto"/>
              <w:ind w:left="498" w:hanging="308"/>
              <w:jc w:val="left"/>
            </w:pPr>
            <w:r w:rsidRPr="00356700">
              <w:t>Sonstiges:</w:t>
            </w:r>
          </w:p>
          <w:p w:rsidR="008F310A" w:rsidRPr="00356700" w:rsidRDefault="00C42458" w:rsidP="008F310A">
            <w:pPr>
              <w:pStyle w:val="Listenabsatz"/>
              <w:spacing w:before="60" w:after="60" w:line="276" w:lineRule="auto"/>
              <w:ind w:left="498"/>
            </w:pPr>
            <w:sdt>
              <w:sdtPr>
                <w:id w:val="1334805366"/>
                <w:placeholder>
                  <w:docPart w:val="EF7F69FA95064D40B71D1316B85C955E"/>
                </w:placeholder>
                <w:showingPlcHdr/>
                <w:text/>
              </w:sdtPr>
              <w:sdtEndPr/>
              <w:sdtContent>
                <w:r w:rsidR="008F310A" w:rsidRPr="00DE40EC">
                  <w:rPr>
                    <w:rStyle w:val="Platzhaltertext"/>
                    <w:rFonts w:eastAsiaTheme="majorEastAsia"/>
                  </w:rPr>
                  <w:t>Klicken oder tippen Sie hier, um Text einzugeben.</w:t>
                </w:r>
              </w:sdtContent>
            </w:sdt>
          </w:p>
          <w:p w:rsidR="008F310A" w:rsidRPr="00356700" w:rsidRDefault="008F310A" w:rsidP="00E21CF2">
            <w:pPr>
              <w:spacing w:before="60" w:after="60"/>
            </w:pPr>
          </w:p>
        </w:tc>
        <w:tc>
          <w:tcPr>
            <w:tcW w:w="850" w:type="dxa"/>
            <w:noWrap/>
          </w:tcPr>
          <w:p w:rsidR="008F310A" w:rsidRPr="00356700" w:rsidRDefault="008F310A" w:rsidP="00E21CF2">
            <w:pPr>
              <w:spacing w:before="60" w:after="60"/>
              <w:jc w:val="center"/>
            </w:pPr>
          </w:p>
          <w:p w:rsidR="008F310A" w:rsidRPr="00356700" w:rsidRDefault="00C42458" w:rsidP="00E21CF2">
            <w:pPr>
              <w:spacing w:before="60" w:after="60"/>
              <w:jc w:val="center"/>
            </w:pPr>
            <w:sdt>
              <w:sdtPr>
                <w:id w:val="587812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1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F310A" w:rsidRPr="00C70ABD" w:rsidTr="00C42458">
        <w:tc>
          <w:tcPr>
            <w:tcW w:w="2713" w:type="dxa"/>
          </w:tcPr>
          <w:p w:rsidR="008F310A" w:rsidRPr="00356700" w:rsidRDefault="008F310A" w:rsidP="008F310A">
            <w:pPr>
              <w:spacing w:before="60" w:after="60" w:line="276" w:lineRule="auto"/>
              <w:rPr>
                <w:b/>
              </w:rPr>
            </w:pPr>
            <w:r w:rsidRPr="00356700">
              <w:rPr>
                <w:b/>
              </w:rPr>
              <w:t>2.</w:t>
            </w:r>
          </w:p>
          <w:p w:rsidR="008F310A" w:rsidRPr="00356700" w:rsidRDefault="008F310A" w:rsidP="008F310A">
            <w:pPr>
              <w:spacing w:before="60" w:after="60" w:line="276" w:lineRule="auto"/>
              <w:rPr>
                <w:b/>
              </w:rPr>
            </w:pPr>
            <w:r w:rsidRPr="00356700">
              <w:rPr>
                <w:b/>
              </w:rPr>
              <w:t xml:space="preserve">Identifizierung der Einrichtung </w:t>
            </w:r>
          </w:p>
          <w:p w:rsidR="008F310A" w:rsidRPr="00356700" w:rsidRDefault="008F310A" w:rsidP="008F310A">
            <w:pPr>
              <w:spacing w:before="60" w:after="60" w:line="276" w:lineRule="auto"/>
              <w:rPr>
                <w:b/>
                <w:i/>
              </w:rPr>
            </w:pPr>
            <w:r w:rsidRPr="00D6412B">
              <w:rPr>
                <w:b/>
                <w:i/>
              </w:rPr>
              <w:t>(nur bei privaten Einrichtungen erforderlich)</w:t>
            </w:r>
          </w:p>
        </w:tc>
        <w:tc>
          <w:tcPr>
            <w:tcW w:w="6071" w:type="dxa"/>
          </w:tcPr>
          <w:p w:rsidR="008F310A" w:rsidRPr="00356700" w:rsidRDefault="008F310A" w:rsidP="008F310A">
            <w:pPr>
              <w:spacing w:before="60" w:after="60" w:line="276" w:lineRule="auto"/>
            </w:pPr>
          </w:p>
          <w:p w:rsidR="008F310A" w:rsidRPr="00356700" w:rsidRDefault="008F310A" w:rsidP="008F310A">
            <w:pPr>
              <w:spacing w:before="60" w:after="60" w:line="276" w:lineRule="auto"/>
            </w:pPr>
            <w:r w:rsidRPr="00356700">
              <w:t>Alternative Wahl zwischen:</w:t>
            </w:r>
          </w:p>
          <w:p w:rsidR="008F310A" w:rsidRPr="00356700" w:rsidRDefault="008F310A" w:rsidP="008F310A">
            <w:pPr>
              <w:pStyle w:val="Listenabsatz"/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before="60" w:after="60" w:line="276" w:lineRule="auto"/>
              <w:ind w:left="460" w:hanging="283"/>
              <w:jc w:val="left"/>
            </w:pPr>
            <w:r w:rsidRPr="00356700">
              <w:t>Auszug aus dem Handelsregister</w:t>
            </w:r>
          </w:p>
          <w:p w:rsidR="008F310A" w:rsidRPr="00356700" w:rsidRDefault="008F310A" w:rsidP="008F310A">
            <w:pPr>
              <w:pStyle w:val="Listenabsatz"/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before="60" w:after="60" w:line="276" w:lineRule="auto"/>
              <w:ind w:left="460" w:hanging="283"/>
              <w:jc w:val="left"/>
            </w:pPr>
            <w:r w:rsidRPr="00356700">
              <w:t>Auszug aus dem Vereinsregister</w:t>
            </w:r>
          </w:p>
          <w:p w:rsidR="008F310A" w:rsidRPr="00356700" w:rsidRDefault="008F310A" w:rsidP="008F310A">
            <w:pPr>
              <w:pStyle w:val="Listenabsatz"/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before="60" w:after="60" w:line="276" w:lineRule="auto"/>
              <w:ind w:left="460" w:hanging="283"/>
              <w:jc w:val="left"/>
            </w:pPr>
            <w:r w:rsidRPr="00356700">
              <w:t>Kopie der aktuellen Satzung</w:t>
            </w:r>
          </w:p>
          <w:p w:rsidR="008F310A" w:rsidRDefault="008F310A" w:rsidP="008F310A">
            <w:pPr>
              <w:pStyle w:val="Listenabsatz"/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before="60" w:after="60" w:line="276" w:lineRule="auto"/>
              <w:ind w:left="460" w:hanging="283"/>
              <w:jc w:val="left"/>
            </w:pPr>
            <w:r w:rsidRPr="00356700">
              <w:t xml:space="preserve">Sonstiges: </w:t>
            </w:r>
          </w:p>
          <w:sdt>
            <w:sdtPr>
              <w:id w:val="-605733924"/>
              <w:placeholder>
                <w:docPart w:val="863CF886A47241FBB25698024F37B82B"/>
              </w:placeholder>
              <w:showingPlcHdr/>
              <w:text/>
            </w:sdtPr>
            <w:sdtEndPr/>
            <w:sdtContent>
              <w:p w:rsidR="008F310A" w:rsidRPr="00356700" w:rsidRDefault="008F310A" w:rsidP="008F310A">
                <w:pPr>
                  <w:pStyle w:val="Listenabsatz"/>
                  <w:spacing w:before="60" w:after="60" w:line="276" w:lineRule="auto"/>
                  <w:ind w:left="460"/>
                </w:pPr>
                <w:r w:rsidRPr="00DE40EC">
                  <w:rPr>
                    <w:rStyle w:val="Platzhaltertext"/>
                    <w:rFonts w:eastAsiaTheme="majorEastAsia"/>
                  </w:rPr>
                  <w:t>Klicken oder tippen Sie hier, um Text einzugeben.</w:t>
                </w:r>
              </w:p>
            </w:sdtContent>
          </w:sdt>
          <w:p w:rsidR="008F310A" w:rsidRPr="00356700" w:rsidRDefault="008F310A" w:rsidP="008F310A">
            <w:pPr>
              <w:spacing w:before="60" w:after="60" w:line="276" w:lineRule="auto"/>
              <w:ind w:left="16"/>
            </w:pPr>
          </w:p>
        </w:tc>
        <w:tc>
          <w:tcPr>
            <w:tcW w:w="850" w:type="dxa"/>
            <w:noWrap/>
          </w:tcPr>
          <w:p w:rsidR="008F310A" w:rsidRPr="00356700" w:rsidRDefault="008F310A" w:rsidP="00E21CF2">
            <w:pPr>
              <w:spacing w:before="60" w:after="60"/>
              <w:jc w:val="center"/>
            </w:pPr>
          </w:p>
          <w:p w:rsidR="008F310A" w:rsidRPr="00356700" w:rsidRDefault="00C42458" w:rsidP="00E21CF2">
            <w:pPr>
              <w:spacing w:before="60" w:after="60"/>
              <w:jc w:val="center"/>
            </w:pPr>
            <w:sdt>
              <w:sdtPr>
                <w:id w:val="-108583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1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F310A" w:rsidRPr="00C70ABD" w:rsidTr="00C42458">
        <w:tc>
          <w:tcPr>
            <w:tcW w:w="2713" w:type="dxa"/>
          </w:tcPr>
          <w:p w:rsidR="008F310A" w:rsidRPr="00356700" w:rsidRDefault="008F310A" w:rsidP="008F310A">
            <w:pPr>
              <w:spacing w:before="60" w:after="60" w:line="276" w:lineRule="auto"/>
              <w:rPr>
                <w:b/>
              </w:rPr>
            </w:pPr>
            <w:r w:rsidRPr="00356700">
              <w:rPr>
                <w:b/>
              </w:rPr>
              <w:t>3.</w:t>
            </w:r>
          </w:p>
          <w:p w:rsidR="008F310A" w:rsidRPr="00356700" w:rsidRDefault="008F310A" w:rsidP="008F310A">
            <w:pPr>
              <w:spacing w:before="60" w:after="60" w:line="276" w:lineRule="auto"/>
              <w:rPr>
                <w:b/>
              </w:rPr>
            </w:pPr>
            <w:r w:rsidRPr="00356700">
              <w:rPr>
                <w:b/>
              </w:rPr>
              <w:t xml:space="preserve">Nationale </w:t>
            </w:r>
            <w:proofErr w:type="spellStart"/>
            <w:r w:rsidRPr="00356700">
              <w:rPr>
                <w:b/>
              </w:rPr>
              <w:t>Kofinanzierung</w:t>
            </w:r>
            <w:proofErr w:type="spellEnd"/>
          </w:p>
        </w:tc>
        <w:tc>
          <w:tcPr>
            <w:tcW w:w="6071" w:type="dxa"/>
          </w:tcPr>
          <w:p w:rsidR="008F310A" w:rsidRPr="00356700" w:rsidRDefault="008F310A" w:rsidP="008F310A">
            <w:pPr>
              <w:pStyle w:val="Listenabsatz"/>
              <w:spacing w:before="60" w:after="60" w:line="276" w:lineRule="auto"/>
              <w:ind w:left="369"/>
            </w:pPr>
          </w:p>
          <w:p w:rsidR="008F310A" w:rsidRPr="00356700" w:rsidRDefault="008F310A" w:rsidP="008F310A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adjustRightInd/>
              <w:spacing w:before="60" w:after="60" w:line="276" w:lineRule="auto"/>
              <w:ind w:left="460" w:hanging="283"/>
              <w:jc w:val="left"/>
            </w:pPr>
            <w:r w:rsidRPr="00356700">
              <w:t xml:space="preserve">Übermittlung der </w:t>
            </w:r>
            <w:r w:rsidRPr="00356700">
              <w:rPr>
                <w:b/>
              </w:rPr>
              <w:t>Verpflichtungserklärung</w:t>
            </w:r>
            <w:r w:rsidRPr="00356700">
              <w:t xml:space="preserve"> von jedem Projektpartner und Lead Partner aus Deutschland über die Zusammensetzung der Nationalen </w:t>
            </w:r>
            <w:proofErr w:type="spellStart"/>
            <w:r w:rsidRPr="00356700">
              <w:t>Kofinanzierungsmittel</w:t>
            </w:r>
            <w:proofErr w:type="spellEnd"/>
            <w:r w:rsidRPr="00356700">
              <w:t xml:space="preserve"> </w:t>
            </w:r>
            <w:r w:rsidRPr="00356700">
              <w:rPr>
                <w:i/>
              </w:rPr>
              <w:t>(Formular anbei)</w:t>
            </w:r>
          </w:p>
          <w:p w:rsidR="008F310A" w:rsidRPr="00356700" w:rsidRDefault="008F310A" w:rsidP="008F310A">
            <w:pPr>
              <w:pStyle w:val="Listenabsatz"/>
              <w:spacing w:before="60" w:after="60" w:line="276" w:lineRule="auto"/>
              <w:ind w:left="460" w:hanging="283"/>
            </w:pPr>
          </w:p>
          <w:p w:rsidR="008F310A" w:rsidRPr="00356700" w:rsidRDefault="008F310A" w:rsidP="008F310A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adjustRightInd/>
              <w:spacing w:before="60" w:after="60" w:line="276" w:lineRule="auto"/>
              <w:ind w:left="460" w:hanging="283"/>
              <w:jc w:val="left"/>
            </w:pPr>
            <w:r w:rsidRPr="00356700">
              <w:t xml:space="preserve">Bei Projektpartnern die ausschließlich oder zusätzlich Mittel von Dritten (z.B. Bundes- oder Länderzuschüsse) einsetzen: </w:t>
            </w:r>
          </w:p>
          <w:p w:rsidR="008F310A" w:rsidRPr="00356700" w:rsidRDefault="008F310A" w:rsidP="008F310A">
            <w:pPr>
              <w:pStyle w:val="Listenabsatz"/>
              <w:spacing w:before="60" w:after="60" w:line="276" w:lineRule="auto"/>
              <w:ind w:left="460"/>
            </w:pPr>
            <w:r w:rsidRPr="00356700">
              <w:rPr>
                <w:u w:val="single"/>
              </w:rPr>
              <w:t>Kopie</w:t>
            </w:r>
            <w:r w:rsidRPr="00356700">
              <w:t xml:space="preserve"> des </w:t>
            </w:r>
            <w:r w:rsidRPr="00356700">
              <w:rPr>
                <w:b/>
              </w:rPr>
              <w:t>Bestätigungsschreibens der dritten Stelle(n)</w:t>
            </w:r>
            <w:r w:rsidRPr="00356700">
              <w:t xml:space="preserve">, sich finanziell am Projekt zu beteiligen, mit Nennung der einzubringenden </w:t>
            </w:r>
            <w:proofErr w:type="spellStart"/>
            <w:r w:rsidRPr="00356700">
              <w:t>Kofinanzierungssumme</w:t>
            </w:r>
            <w:proofErr w:type="spellEnd"/>
            <w:r w:rsidRPr="00356700">
              <w:t xml:space="preserve">, des Projektnamens </w:t>
            </w:r>
          </w:p>
          <w:p w:rsidR="008F310A" w:rsidRPr="00356700" w:rsidRDefault="008F310A" w:rsidP="008F310A">
            <w:pPr>
              <w:pStyle w:val="Listenabsatz"/>
              <w:spacing w:before="60" w:after="60" w:line="276" w:lineRule="auto"/>
              <w:ind w:left="460"/>
            </w:pPr>
            <w:r w:rsidRPr="00356700">
              <w:t>und der Projektlaufzeit</w:t>
            </w:r>
          </w:p>
          <w:p w:rsidR="008F310A" w:rsidRPr="00356700" w:rsidRDefault="008F310A" w:rsidP="008F310A">
            <w:pPr>
              <w:spacing w:before="60" w:after="60" w:line="276" w:lineRule="auto"/>
            </w:pPr>
          </w:p>
        </w:tc>
        <w:tc>
          <w:tcPr>
            <w:tcW w:w="850" w:type="dxa"/>
            <w:noWrap/>
          </w:tcPr>
          <w:p w:rsidR="008F310A" w:rsidRPr="00356700" w:rsidRDefault="008F310A" w:rsidP="00E21CF2">
            <w:pPr>
              <w:spacing w:before="60" w:after="60"/>
              <w:jc w:val="center"/>
            </w:pPr>
          </w:p>
          <w:p w:rsidR="008F310A" w:rsidRPr="00356700" w:rsidRDefault="00C42458" w:rsidP="00E21CF2">
            <w:pPr>
              <w:spacing w:before="60" w:after="60"/>
              <w:jc w:val="center"/>
            </w:pPr>
            <w:sdt>
              <w:sdtPr>
                <w:id w:val="1239594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1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:rsidR="008F310A" w:rsidRPr="00356700" w:rsidRDefault="008F310A" w:rsidP="00E21CF2">
            <w:pPr>
              <w:spacing w:before="60" w:after="60"/>
              <w:jc w:val="center"/>
            </w:pPr>
          </w:p>
          <w:p w:rsidR="008F310A" w:rsidRPr="00356700" w:rsidRDefault="008F310A" w:rsidP="00E21CF2">
            <w:pPr>
              <w:spacing w:before="60" w:after="60"/>
              <w:jc w:val="center"/>
            </w:pPr>
          </w:p>
          <w:p w:rsidR="008F310A" w:rsidRPr="00356700" w:rsidRDefault="008F310A" w:rsidP="00E21CF2">
            <w:pPr>
              <w:spacing w:before="60" w:after="60"/>
              <w:jc w:val="center"/>
            </w:pPr>
          </w:p>
          <w:p w:rsidR="008F310A" w:rsidRPr="00356700" w:rsidRDefault="00C42458" w:rsidP="00E21CF2">
            <w:pPr>
              <w:spacing w:before="60" w:after="60"/>
              <w:jc w:val="center"/>
            </w:pPr>
            <w:sdt>
              <w:sdtPr>
                <w:id w:val="499934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1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F310A" w:rsidRPr="00C70ABD" w:rsidTr="00C42458">
        <w:tc>
          <w:tcPr>
            <w:tcW w:w="2713" w:type="dxa"/>
          </w:tcPr>
          <w:p w:rsidR="008F310A" w:rsidRPr="00D6412B" w:rsidRDefault="008F310A" w:rsidP="008F310A">
            <w:pPr>
              <w:spacing w:before="60" w:after="60" w:line="276" w:lineRule="auto"/>
              <w:rPr>
                <w:b/>
              </w:rPr>
            </w:pPr>
            <w:r w:rsidRPr="00D6412B">
              <w:rPr>
                <w:b/>
              </w:rPr>
              <w:t xml:space="preserve">4. </w:t>
            </w:r>
          </w:p>
          <w:p w:rsidR="008F310A" w:rsidRPr="00D6412B" w:rsidRDefault="008F310A" w:rsidP="008F310A">
            <w:pPr>
              <w:spacing w:before="60" w:after="60" w:line="276" w:lineRule="auto"/>
              <w:rPr>
                <w:b/>
              </w:rPr>
            </w:pPr>
            <w:r w:rsidRPr="00D6412B">
              <w:rPr>
                <w:b/>
              </w:rPr>
              <w:t>Bestätigter Kontakt        mit ACP Deutschland</w:t>
            </w:r>
          </w:p>
          <w:p w:rsidR="008F310A" w:rsidRPr="00356700" w:rsidRDefault="008F310A" w:rsidP="008F310A">
            <w:pPr>
              <w:spacing w:before="60" w:after="60" w:line="276" w:lineRule="auto"/>
              <w:rPr>
                <w:b/>
                <w:i/>
                <w:color w:val="CC0000"/>
              </w:rPr>
            </w:pPr>
            <w:r w:rsidRPr="00D6412B">
              <w:rPr>
                <w:b/>
                <w:i/>
              </w:rPr>
              <w:lastRenderedPageBreak/>
              <w:t>(nur für Lead Partner)</w:t>
            </w:r>
          </w:p>
        </w:tc>
        <w:tc>
          <w:tcPr>
            <w:tcW w:w="6071" w:type="dxa"/>
          </w:tcPr>
          <w:p w:rsidR="008F310A" w:rsidRPr="00356700" w:rsidRDefault="008F310A" w:rsidP="008F310A">
            <w:pPr>
              <w:spacing w:before="60" w:after="60" w:line="276" w:lineRule="auto"/>
              <w:rPr>
                <w:color w:val="CC0000"/>
              </w:rPr>
            </w:pPr>
          </w:p>
          <w:p w:rsidR="008F310A" w:rsidRPr="00D6412B" w:rsidRDefault="008F310A" w:rsidP="008F310A">
            <w:pPr>
              <w:pStyle w:val="Listenabsatz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before="60" w:after="60" w:line="276" w:lineRule="auto"/>
              <w:ind w:left="484" w:hanging="280"/>
              <w:jc w:val="left"/>
            </w:pPr>
            <w:r w:rsidRPr="00D6412B">
              <w:t xml:space="preserve">Ausdruck der Email-Bestätigung des ACP Deutschland über die Kontaktaufnahme des deutschen Lead Partners mit dem </w:t>
            </w:r>
            <w:r w:rsidRPr="00D6412B">
              <w:lastRenderedPageBreak/>
              <w:t>ACP im Rahmen der Antragstellung des hier genannten Projekts (Projektakronym)</w:t>
            </w:r>
          </w:p>
          <w:p w:rsidR="008F310A" w:rsidRPr="00356700" w:rsidRDefault="008F310A" w:rsidP="008F310A">
            <w:pPr>
              <w:pStyle w:val="Listenabsatz"/>
              <w:spacing w:before="60" w:after="60" w:line="276" w:lineRule="auto"/>
              <w:ind w:left="484"/>
              <w:rPr>
                <w:color w:val="CC0000"/>
              </w:rPr>
            </w:pPr>
          </w:p>
        </w:tc>
        <w:tc>
          <w:tcPr>
            <w:tcW w:w="850" w:type="dxa"/>
            <w:noWrap/>
          </w:tcPr>
          <w:p w:rsidR="008F310A" w:rsidRPr="00356700" w:rsidRDefault="008F310A" w:rsidP="00E21CF2">
            <w:pPr>
              <w:spacing w:before="60" w:after="60"/>
              <w:jc w:val="center"/>
            </w:pPr>
          </w:p>
          <w:p w:rsidR="008F310A" w:rsidRPr="00356700" w:rsidRDefault="00C42458" w:rsidP="00E21CF2">
            <w:pPr>
              <w:spacing w:before="60" w:after="60"/>
              <w:jc w:val="center"/>
            </w:pPr>
            <w:sdt>
              <w:sdtPr>
                <w:id w:val="1357543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1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tbl>
      <w:tblPr>
        <w:tblStyle w:val="Tabellenraster"/>
        <w:tblpPr w:leftFromText="141" w:rightFromText="141" w:vertAnchor="text" w:horzAnchor="margin" w:tblpY="290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6945"/>
      </w:tblGrid>
      <w:tr w:rsidR="008F310A" w:rsidRPr="00C70ABD" w:rsidTr="00C42458">
        <w:tc>
          <w:tcPr>
            <w:tcW w:w="2689" w:type="dxa"/>
          </w:tcPr>
          <w:p w:rsidR="008F310A" w:rsidRDefault="008F310A" w:rsidP="008F310A">
            <w:pPr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>5.</w:t>
            </w:r>
          </w:p>
          <w:p w:rsidR="008F310A" w:rsidRDefault="008F310A" w:rsidP="008F310A">
            <w:pPr>
              <w:spacing w:before="60" w:after="60" w:line="276" w:lineRule="auto"/>
              <w:rPr>
                <w:b/>
              </w:rPr>
            </w:pPr>
            <w:r w:rsidRPr="00155992">
              <w:rPr>
                <w:b/>
              </w:rPr>
              <w:t>Anderweitige Förderungen im Rahmen der Projektvorbereitung</w:t>
            </w:r>
          </w:p>
          <w:p w:rsidR="008F310A" w:rsidRPr="00356700" w:rsidRDefault="008F310A" w:rsidP="008F310A">
            <w:pPr>
              <w:spacing w:before="60" w:after="60" w:line="276" w:lineRule="auto"/>
              <w:rPr>
                <w:b/>
              </w:rPr>
            </w:pPr>
          </w:p>
        </w:tc>
        <w:tc>
          <w:tcPr>
            <w:tcW w:w="6945" w:type="dxa"/>
          </w:tcPr>
          <w:p w:rsidR="008F310A" w:rsidRDefault="008F310A" w:rsidP="008F310A">
            <w:pPr>
              <w:spacing w:before="60" w:after="60" w:line="276" w:lineRule="auto"/>
            </w:pPr>
          </w:p>
          <w:p w:rsidR="008F310A" w:rsidRPr="0077421E" w:rsidRDefault="008F310A" w:rsidP="008F310A">
            <w:pPr>
              <w:spacing w:before="60" w:after="60" w:line="276" w:lineRule="auto"/>
            </w:pPr>
            <w:r>
              <w:t>D</w:t>
            </w:r>
            <w:r w:rsidRPr="0077421E">
              <w:t xml:space="preserve">er Projektpartner </w:t>
            </w:r>
            <w:r>
              <w:t xml:space="preserve">wurde mit </w:t>
            </w:r>
            <w:r w:rsidRPr="0077421E">
              <w:t>Fördermittel</w:t>
            </w:r>
            <w:r>
              <w:t>n</w:t>
            </w:r>
            <w:r w:rsidRPr="0077421E">
              <w:t xml:space="preserve"> zur Projektvorbereitung und Antrags</w:t>
            </w:r>
            <w:r>
              <w:t>einreichung</w:t>
            </w:r>
            <w:r w:rsidRPr="0077421E">
              <w:t xml:space="preserve"> beim Alpenraumprogramm (z.B. aus dem Bundesprogramm Transnationale Zusammenarbeit, Start Transnational oder </w:t>
            </w:r>
            <w:r>
              <w:t>anderen</w:t>
            </w:r>
            <w:r w:rsidRPr="0077421E">
              <w:t xml:space="preserve">) </w:t>
            </w:r>
            <w:r>
              <w:t>unterstützt</w:t>
            </w:r>
            <w:r w:rsidRPr="0077421E">
              <w:t>:</w:t>
            </w:r>
          </w:p>
          <w:p w:rsidR="008F310A" w:rsidRPr="00356700" w:rsidRDefault="008F310A" w:rsidP="008F310A">
            <w:pPr>
              <w:spacing w:before="60" w:after="60" w:line="276" w:lineRule="auto"/>
              <w:rPr>
                <w:sz w:val="6"/>
              </w:rPr>
            </w:pPr>
            <w:r>
              <w:t xml:space="preserve">      </w:t>
            </w:r>
          </w:p>
          <w:p w:rsidR="008F310A" w:rsidRDefault="008F310A" w:rsidP="008F310A">
            <w:pPr>
              <w:spacing w:before="60" w:after="60" w:line="276" w:lineRule="auto"/>
            </w:pPr>
            <w:r>
              <w:t xml:space="preserve">      </w:t>
            </w:r>
            <w:sdt>
              <w:sdtPr>
                <w:id w:val="-913084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Nein</w:t>
            </w:r>
          </w:p>
          <w:p w:rsidR="008F310A" w:rsidRPr="00356700" w:rsidRDefault="008F310A" w:rsidP="008F310A">
            <w:pPr>
              <w:spacing w:before="60" w:after="60" w:line="276" w:lineRule="auto"/>
              <w:jc w:val="center"/>
              <w:rPr>
                <w:sz w:val="6"/>
              </w:rPr>
            </w:pPr>
          </w:p>
          <w:p w:rsidR="008F310A" w:rsidRDefault="008F310A" w:rsidP="008F310A">
            <w:pPr>
              <w:spacing w:before="60" w:after="60" w:line="276" w:lineRule="auto"/>
            </w:pPr>
            <w:r>
              <w:t xml:space="preserve">      </w:t>
            </w:r>
            <w:sdt>
              <w:sdtPr>
                <w:id w:val="31276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Ja</w:t>
            </w:r>
          </w:p>
          <w:p w:rsidR="008F310A" w:rsidRPr="00BA3FE3" w:rsidRDefault="008F310A" w:rsidP="008F310A">
            <w:pPr>
              <w:spacing w:before="60" w:after="60" w:line="276" w:lineRule="auto"/>
            </w:pPr>
            <w:r w:rsidRPr="00BA3FE3">
              <w:t>Falls ja: Bitte Nennung des Förderprogramms und der ausstellenden                              Behörde</w:t>
            </w:r>
          </w:p>
          <w:p w:rsidR="008F310A" w:rsidRDefault="00C42458" w:rsidP="008F310A">
            <w:pPr>
              <w:spacing w:before="60" w:after="60" w:line="276" w:lineRule="auto"/>
            </w:pPr>
            <w:sdt>
              <w:sdtPr>
                <w:id w:val="70936337"/>
                <w:placeholder>
                  <w:docPart w:val="9D16423143774D5A9D732DF6C7AE5048"/>
                </w:placeholder>
                <w:showingPlcHdr/>
                <w:text/>
              </w:sdtPr>
              <w:sdtEndPr/>
              <w:sdtContent>
                <w:r w:rsidR="008F310A" w:rsidRPr="00DE40EC">
                  <w:rPr>
                    <w:rStyle w:val="Platzhaltertext"/>
                    <w:rFonts w:eastAsiaTheme="majorEastAsia"/>
                  </w:rPr>
                  <w:t>Klicken oder tippen Sie hier, um Text einzugeben.</w:t>
                </w:r>
              </w:sdtContent>
            </w:sdt>
          </w:p>
          <w:p w:rsidR="008F310A" w:rsidRPr="00356700" w:rsidRDefault="008F310A" w:rsidP="008F310A">
            <w:pPr>
              <w:spacing w:before="60" w:after="60" w:line="276" w:lineRule="auto"/>
            </w:pPr>
          </w:p>
        </w:tc>
      </w:tr>
      <w:tr w:rsidR="008F310A" w:rsidRPr="00C70ABD" w:rsidTr="00C42458">
        <w:tc>
          <w:tcPr>
            <w:tcW w:w="2689" w:type="dxa"/>
          </w:tcPr>
          <w:p w:rsidR="008F310A" w:rsidRPr="00356700" w:rsidRDefault="008F310A" w:rsidP="008F310A">
            <w:pPr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>6</w:t>
            </w:r>
            <w:r w:rsidRPr="00356700">
              <w:rPr>
                <w:b/>
              </w:rPr>
              <w:t>.</w:t>
            </w:r>
          </w:p>
          <w:p w:rsidR="008F310A" w:rsidRDefault="008F310A" w:rsidP="008F310A">
            <w:pPr>
              <w:spacing w:before="60" w:after="60" w:line="276" w:lineRule="auto"/>
              <w:rPr>
                <w:b/>
              </w:rPr>
            </w:pPr>
            <w:r w:rsidRPr="00356700">
              <w:rPr>
                <w:b/>
              </w:rPr>
              <w:t>Erfahrungen im Projektmanagement</w:t>
            </w:r>
          </w:p>
        </w:tc>
        <w:tc>
          <w:tcPr>
            <w:tcW w:w="6945" w:type="dxa"/>
          </w:tcPr>
          <w:p w:rsidR="008F310A" w:rsidRDefault="008F310A" w:rsidP="008F310A">
            <w:pPr>
              <w:spacing w:before="60" w:after="60" w:line="276" w:lineRule="auto"/>
            </w:pPr>
          </w:p>
          <w:p w:rsidR="008F310A" w:rsidRPr="00356700" w:rsidRDefault="008F310A" w:rsidP="008F310A">
            <w:pPr>
              <w:spacing w:before="60" w:after="60" w:line="276" w:lineRule="auto"/>
            </w:pPr>
            <w:r w:rsidRPr="00356700">
              <w:t xml:space="preserve">Bitte nennen Sie </w:t>
            </w:r>
            <w:r>
              <w:t>bis zu</w:t>
            </w:r>
            <w:r w:rsidRPr="00356700">
              <w:t xml:space="preserve"> fünf abgeschlossene oder laufende (EU-)Projekte, die unter Ihrem Mitwirken durchgeführt wurden bzw. werden. </w:t>
            </w:r>
          </w:p>
          <w:p w:rsidR="008F310A" w:rsidRDefault="008F310A" w:rsidP="008F310A">
            <w:pPr>
              <w:spacing w:before="60" w:after="60" w:line="276" w:lineRule="auto"/>
            </w:pPr>
            <w:r w:rsidRPr="00356700">
              <w:t>Nennung des Projektnamens, des Förderprogramms und ggf. der Webseite des Projekts</w:t>
            </w:r>
          </w:p>
          <w:p w:rsidR="008F310A" w:rsidRDefault="008F310A" w:rsidP="008F310A">
            <w:pPr>
              <w:spacing w:before="60" w:after="60" w:line="276" w:lineRule="auto"/>
            </w:pPr>
          </w:p>
          <w:p w:rsidR="008F310A" w:rsidRDefault="00C42458" w:rsidP="008F310A">
            <w:pPr>
              <w:spacing w:before="60" w:after="60" w:line="276" w:lineRule="auto"/>
            </w:pPr>
            <w:sdt>
              <w:sdtPr>
                <w:id w:val="342369786"/>
                <w:placeholder>
                  <w:docPart w:val="72837ECE52B540E1A26B6707A8F7E7AE"/>
                </w:placeholder>
                <w:showingPlcHdr/>
                <w:text/>
              </w:sdtPr>
              <w:sdtEndPr/>
              <w:sdtContent>
                <w:r w:rsidR="008F310A" w:rsidRPr="00DE40EC">
                  <w:rPr>
                    <w:rStyle w:val="Platzhaltertext"/>
                    <w:rFonts w:eastAsiaTheme="majorEastAsia"/>
                  </w:rPr>
                  <w:t>Klicken oder tippen Sie hier, um Text einzugeben.</w:t>
                </w:r>
              </w:sdtContent>
            </w:sdt>
          </w:p>
          <w:p w:rsidR="008F310A" w:rsidRDefault="008F310A" w:rsidP="008F310A">
            <w:pPr>
              <w:spacing w:before="60" w:after="60" w:line="276" w:lineRule="auto"/>
            </w:pPr>
          </w:p>
          <w:p w:rsidR="008F310A" w:rsidRDefault="00C42458" w:rsidP="008F310A">
            <w:pPr>
              <w:spacing w:before="60" w:after="60" w:line="276" w:lineRule="auto"/>
            </w:pPr>
            <w:sdt>
              <w:sdtPr>
                <w:id w:val="-1688438781"/>
                <w:placeholder>
                  <w:docPart w:val="CF65BADE230E47FCA5C7F36E73455695"/>
                </w:placeholder>
                <w:showingPlcHdr/>
                <w:text/>
              </w:sdtPr>
              <w:sdtEndPr/>
              <w:sdtContent>
                <w:r w:rsidR="008F310A" w:rsidRPr="00DE40EC">
                  <w:rPr>
                    <w:rStyle w:val="Platzhaltertext"/>
                    <w:rFonts w:eastAsiaTheme="majorEastAsia"/>
                  </w:rPr>
                  <w:t>Klicken oder tippen Sie hier, um Text einzugeben.</w:t>
                </w:r>
              </w:sdtContent>
            </w:sdt>
          </w:p>
          <w:p w:rsidR="008F310A" w:rsidRDefault="008F310A" w:rsidP="008F310A">
            <w:pPr>
              <w:spacing w:before="60" w:after="60" w:line="276" w:lineRule="auto"/>
            </w:pPr>
          </w:p>
          <w:p w:rsidR="008F310A" w:rsidRDefault="00C42458" w:rsidP="008F310A">
            <w:pPr>
              <w:spacing w:before="60" w:after="60" w:line="276" w:lineRule="auto"/>
            </w:pPr>
            <w:sdt>
              <w:sdtPr>
                <w:id w:val="1977029594"/>
                <w:placeholder>
                  <w:docPart w:val="26BEB19490CF41EAA46E846040F62FB4"/>
                </w:placeholder>
                <w:showingPlcHdr/>
                <w:text/>
              </w:sdtPr>
              <w:sdtEndPr/>
              <w:sdtContent>
                <w:r w:rsidR="008F310A" w:rsidRPr="00DE40EC">
                  <w:rPr>
                    <w:rStyle w:val="Platzhaltertext"/>
                    <w:rFonts w:eastAsiaTheme="majorEastAsia"/>
                  </w:rPr>
                  <w:t>Klicken oder tippen Sie hier, um Text einzugeben.</w:t>
                </w:r>
              </w:sdtContent>
            </w:sdt>
          </w:p>
          <w:p w:rsidR="008F310A" w:rsidRDefault="008F310A" w:rsidP="008F310A">
            <w:pPr>
              <w:spacing w:before="60" w:after="60" w:line="276" w:lineRule="auto"/>
            </w:pPr>
          </w:p>
          <w:p w:rsidR="008F310A" w:rsidRDefault="00C42458" w:rsidP="008F310A">
            <w:pPr>
              <w:spacing w:before="60" w:after="60" w:line="276" w:lineRule="auto"/>
            </w:pPr>
            <w:sdt>
              <w:sdtPr>
                <w:id w:val="-287128236"/>
                <w:placeholder>
                  <w:docPart w:val="B8857AEEDFEB4D9D9E883E6D0D25958D"/>
                </w:placeholder>
                <w:showingPlcHdr/>
                <w:text/>
              </w:sdtPr>
              <w:sdtEndPr/>
              <w:sdtContent>
                <w:r w:rsidR="008F310A" w:rsidRPr="00DE40EC">
                  <w:rPr>
                    <w:rStyle w:val="Platzhaltertext"/>
                    <w:rFonts w:eastAsiaTheme="majorEastAsia"/>
                  </w:rPr>
                  <w:t>Klicken oder tippen Sie hier, um Text einzugeben.</w:t>
                </w:r>
              </w:sdtContent>
            </w:sdt>
          </w:p>
          <w:p w:rsidR="008F310A" w:rsidRDefault="008F310A" w:rsidP="008F310A">
            <w:pPr>
              <w:spacing w:before="60" w:after="60" w:line="276" w:lineRule="auto"/>
            </w:pPr>
          </w:p>
          <w:p w:rsidR="008F310A" w:rsidRDefault="00C42458" w:rsidP="008F310A">
            <w:pPr>
              <w:spacing w:before="60" w:after="60" w:line="276" w:lineRule="auto"/>
            </w:pPr>
            <w:sdt>
              <w:sdtPr>
                <w:id w:val="-1118292024"/>
                <w:placeholder>
                  <w:docPart w:val="301E5A54B6D749AC864470998CB26191"/>
                </w:placeholder>
                <w:showingPlcHdr/>
                <w:text/>
              </w:sdtPr>
              <w:sdtEndPr/>
              <w:sdtContent>
                <w:r w:rsidR="008F310A" w:rsidRPr="00DE40EC">
                  <w:rPr>
                    <w:rStyle w:val="Platzhaltertext"/>
                    <w:rFonts w:eastAsiaTheme="majorEastAsia"/>
                  </w:rPr>
                  <w:t>Klicken oder tippen Sie hier, um Text einzugeben.</w:t>
                </w:r>
              </w:sdtContent>
            </w:sdt>
          </w:p>
          <w:p w:rsidR="008F310A" w:rsidRDefault="008F310A" w:rsidP="008F310A">
            <w:pPr>
              <w:pStyle w:val="Listenabsatz"/>
              <w:spacing w:before="60" w:after="60" w:line="276" w:lineRule="auto"/>
              <w:ind w:left="369"/>
            </w:pPr>
          </w:p>
        </w:tc>
      </w:tr>
    </w:tbl>
    <w:p w:rsidR="00AB5DE8" w:rsidRPr="008A6F1A" w:rsidRDefault="008F310A" w:rsidP="008F310A">
      <w:pPr>
        <w:spacing w:line="276" w:lineRule="auto"/>
      </w:pPr>
      <w:bookmarkStart w:id="0" w:name="_GoBack"/>
      <w:bookmarkEnd w:id="0"/>
      <w:r w:rsidRPr="004541A9">
        <w:rPr>
          <w:rFonts w:ascii="Arial" w:hAnsi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6DE67C" wp14:editId="792FF218">
                <wp:simplePos x="0" y="0"/>
                <wp:positionH relativeFrom="margin">
                  <wp:align>left</wp:align>
                </wp:positionH>
                <wp:positionV relativeFrom="paragraph">
                  <wp:posOffset>6004354</wp:posOffset>
                </wp:positionV>
                <wp:extent cx="6142749" cy="1334770"/>
                <wp:effectExtent l="0" t="0" r="0" b="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2749" cy="1334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10A" w:rsidRDefault="008F310A" w:rsidP="008F310A">
                            <w:pPr>
                              <w:spacing w:after="240"/>
                            </w:pPr>
                            <w:r w:rsidRPr="00D6412B">
                              <w:t xml:space="preserve">Bitte ausgefüllt und zusammen mit den weiteren Unterlagen </w:t>
                            </w:r>
                            <w:r w:rsidRPr="000E0D41">
                              <w:rPr>
                                <w:b/>
                              </w:rPr>
                              <w:t>bis zur Einreich</w:t>
                            </w:r>
                            <w:r>
                              <w:rPr>
                                <w:b/>
                              </w:rPr>
                              <w:t>frist</w:t>
                            </w:r>
                            <w:r w:rsidRPr="000E0D41">
                              <w:rPr>
                                <w:b/>
                              </w:rPr>
                              <w:t xml:space="preserve"> des vollständigen Antrags Stufe 2 (Klassische Projekte) </w:t>
                            </w:r>
                            <w:r w:rsidRPr="000E0D41">
                              <w:t>oder</w:t>
                            </w:r>
                            <w:r w:rsidRPr="000E0D41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der </w:t>
                            </w:r>
                            <w:r w:rsidRPr="000E0D41">
                              <w:rPr>
                                <w:b/>
                              </w:rPr>
                              <w:t>Einreich</w:t>
                            </w:r>
                            <w:r>
                              <w:rPr>
                                <w:b/>
                              </w:rPr>
                              <w:t>frist</w:t>
                            </w:r>
                            <w:r w:rsidRPr="000E0D41">
                              <w:rPr>
                                <w:b/>
                              </w:rPr>
                              <w:t xml:space="preserve"> des vollständigen Antrags (Kleinprojekte) </w:t>
                            </w:r>
                            <w:r w:rsidRPr="00D6412B">
                              <w:t>(Datum des Poststempels) an die im Briefkopf angegebene Adresse zurücksenden.</w:t>
                            </w:r>
                          </w:p>
                          <w:p w:rsidR="008F310A" w:rsidRPr="000E0D41" w:rsidRDefault="008F310A" w:rsidP="008F310A">
                            <w:pPr>
                              <w:spacing w:after="120" w:line="276" w:lineRule="auto"/>
                              <w:rPr>
                                <w:b/>
                                <w:color w:val="538257"/>
                                <w:sz w:val="22"/>
                                <w:szCs w:val="36"/>
                              </w:rPr>
                            </w:pPr>
                            <w:r w:rsidRPr="000E0D41">
                              <w:rPr>
                                <w:b/>
                                <w:color w:val="538257"/>
                              </w:rPr>
                              <w:t>Bitte</w:t>
                            </w:r>
                            <w:r w:rsidRPr="000E0D41">
                              <w:rPr>
                                <w:b/>
                                <w:color w:val="538257"/>
                                <w:sz w:val="22"/>
                                <w:szCs w:val="36"/>
                              </w:rPr>
                              <w:t xml:space="preserve"> beachten Sie die jeweiligen Einreichfristen Ihres Projektantrags</w:t>
                            </w:r>
                            <w:r>
                              <w:rPr>
                                <w:b/>
                                <w:color w:val="538257"/>
                                <w:sz w:val="22"/>
                                <w:szCs w:val="36"/>
                              </w:rPr>
                              <w:t>!</w:t>
                            </w:r>
                          </w:p>
                          <w:p w:rsidR="008F310A" w:rsidRDefault="008F310A" w:rsidP="008F3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DE67C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0;margin-top:472.8pt;width:483.7pt;height:105.1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" stroked="f">
                <v:stroke dashstyle="1 1"/>
                <v:textbox>
                  <w:txbxContent>
                    <w:p w:rsidR="008F310A" w:rsidRDefault="008F310A" w:rsidP="008F310A">
                      <w:pPr>
                        <w:spacing w:after="240"/>
                      </w:pPr>
                      <w:r w:rsidRPr="00D6412B">
                        <w:t xml:space="preserve">Bitte ausgefüllt und zusammen mit den weiteren Unterlagen </w:t>
                      </w:r>
                      <w:r w:rsidRPr="000E0D41">
                        <w:rPr>
                          <w:b/>
                        </w:rPr>
                        <w:t>bis zur Einreich</w:t>
                      </w:r>
                      <w:r>
                        <w:rPr>
                          <w:b/>
                        </w:rPr>
                        <w:t>frist</w:t>
                      </w:r>
                      <w:r w:rsidRPr="000E0D41">
                        <w:rPr>
                          <w:b/>
                        </w:rPr>
                        <w:t xml:space="preserve"> des vollständigen Antrags Stufe 2 (Klassische Projekte) </w:t>
                      </w:r>
                      <w:r w:rsidRPr="000E0D41">
                        <w:t>oder</w:t>
                      </w:r>
                      <w:r w:rsidRPr="000E0D41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der </w:t>
                      </w:r>
                      <w:r w:rsidRPr="000E0D41">
                        <w:rPr>
                          <w:b/>
                        </w:rPr>
                        <w:t>Einreich</w:t>
                      </w:r>
                      <w:r>
                        <w:rPr>
                          <w:b/>
                        </w:rPr>
                        <w:t>frist</w:t>
                      </w:r>
                      <w:r w:rsidRPr="000E0D41">
                        <w:rPr>
                          <w:b/>
                        </w:rPr>
                        <w:t xml:space="preserve"> des vollständigen Antrags (Kleinprojekte) </w:t>
                      </w:r>
                      <w:r w:rsidRPr="00D6412B">
                        <w:t>(Datum des Poststempels) an die im Briefkopf angegebene Adresse zurücksenden.</w:t>
                      </w:r>
                    </w:p>
                    <w:p w:rsidR="008F310A" w:rsidRPr="000E0D41" w:rsidRDefault="008F310A" w:rsidP="008F310A">
                      <w:pPr>
                        <w:spacing w:after="120" w:line="276" w:lineRule="auto"/>
                        <w:rPr>
                          <w:b/>
                          <w:color w:val="538257"/>
                          <w:sz w:val="22"/>
                          <w:szCs w:val="36"/>
                        </w:rPr>
                      </w:pPr>
                      <w:r w:rsidRPr="000E0D41">
                        <w:rPr>
                          <w:b/>
                          <w:color w:val="538257"/>
                        </w:rPr>
                        <w:t>Bitte</w:t>
                      </w:r>
                      <w:r w:rsidRPr="000E0D41">
                        <w:rPr>
                          <w:b/>
                          <w:color w:val="538257"/>
                          <w:sz w:val="22"/>
                          <w:szCs w:val="36"/>
                        </w:rPr>
                        <w:t xml:space="preserve"> beachten Sie die jeweiligen Einreichfristen Ihres Projektantrags</w:t>
                      </w:r>
                      <w:r>
                        <w:rPr>
                          <w:b/>
                          <w:color w:val="538257"/>
                          <w:sz w:val="22"/>
                          <w:szCs w:val="36"/>
                        </w:rPr>
                        <w:t>!</w:t>
                      </w:r>
                    </w:p>
                    <w:p w:rsidR="008F310A" w:rsidRDefault="008F310A" w:rsidP="008F310A"/>
                  </w:txbxContent>
                </v:textbox>
                <w10:wrap anchorx="margin"/>
              </v:shape>
            </w:pict>
          </mc:Fallback>
        </mc:AlternateContent>
      </w:r>
    </w:p>
    <w:sectPr w:rsidR="00AB5DE8" w:rsidRPr="008A6F1A" w:rsidSect="00E174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94" w:right="1133" w:bottom="1985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10A" w:rsidRDefault="008F310A" w:rsidP="004966F8">
      <w:r>
        <w:separator/>
      </w:r>
    </w:p>
  </w:endnote>
  <w:endnote w:type="continuationSeparator" w:id="0">
    <w:p w:rsidR="008F310A" w:rsidRDefault="008F310A" w:rsidP="0049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Minion Pr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MetaPlus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31" w:rsidRPr="00F85369" w:rsidRDefault="00F85369" w:rsidP="004966F8">
    <w:pPr>
      <w:rPr>
        <w:rStyle w:val="berschrift3Zchn"/>
        <w:rFonts w:eastAsiaTheme="majorEastAsia"/>
      </w:rPr>
    </w:pPr>
    <w:r w:rsidRPr="00F85369">
      <w:rPr>
        <w:rFonts w:eastAsiaTheme="minorEastAsia" w:cs="Times New Roman"/>
        <w:noProof/>
        <w:lang w:eastAsia="de-AT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editId="36B11C9B">
              <wp:simplePos x="0" y="0"/>
              <wp:positionH relativeFrom="column">
                <wp:posOffset>3632602</wp:posOffset>
              </wp:positionH>
              <wp:positionV relativeFrom="paragraph">
                <wp:posOffset>-161770</wp:posOffset>
              </wp:positionV>
              <wp:extent cx="2374265" cy="1403985"/>
              <wp:effectExtent l="0" t="0" r="0" b="635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5369" w:rsidRPr="004966F8" w:rsidRDefault="00F85369" w:rsidP="004966F8">
                          <w:pPr>
                            <w:pStyle w:val="berschrift4"/>
                            <w:jc w:val="right"/>
                          </w:pPr>
                          <w:r w:rsidRPr="004966F8">
                            <w:rPr>
                              <w:rStyle w:val="berschrift3Zchn"/>
                            </w:rPr>
                            <w:fldChar w:fldCharType="begin"/>
                          </w:r>
                          <w:r w:rsidRPr="004966F8">
                            <w:rPr>
                              <w:rStyle w:val="berschrift3Zchn"/>
                            </w:rPr>
                            <w:instrText>PAGE   \* MERGEFORMAT</w:instrTex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separate"/>
                          </w:r>
                          <w:r w:rsidR="00C42458">
                            <w:rPr>
                              <w:rStyle w:val="berschrift3Zchn"/>
                              <w:noProof/>
                            </w:rPr>
                            <w:t>3</w: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286.05pt;margin-top:-12.75pt;width:186.95pt;height:110.55pt;z-index:2516971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" filled="f" stroked="f">
              <v:textbox style="mso-fit-shape-to-text:t">
                <w:txbxContent>
                  <w:p w:rsidR="00F85369" w:rsidRPr="004966F8" w:rsidRDefault="00F85369" w:rsidP="004966F8">
                    <w:pPr>
                      <w:pStyle w:val="berschrift4"/>
                      <w:jc w:val="right"/>
                    </w:pPr>
                    <w:r w:rsidRPr="004966F8">
                      <w:rPr>
                        <w:rStyle w:val="berschrift3Zchn"/>
                      </w:rPr>
                      <w:fldChar w:fldCharType="begin"/>
                    </w:r>
                    <w:r w:rsidRPr="004966F8">
                      <w:rPr>
                        <w:rStyle w:val="berschrift3Zchn"/>
                      </w:rPr>
                      <w:instrText>PAGE   \* MERGEFORMAT</w:instrText>
                    </w:r>
                    <w:r w:rsidRPr="004966F8">
                      <w:rPr>
                        <w:rStyle w:val="berschrift3Zchn"/>
                      </w:rPr>
                      <w:fldChar w:fldCharType="separate"/>
                    </w:r>
                    <w:r w:rsidR="00C42458">
                      <w:rPr>
                        <w:rStyle w:val="berschrift3Zchn"/>
                        <w:noProof/>
                      </w:rPr>
                      <w:t>3</w:t>
                    </w:r>
                    <w:r w:rsidRPr="004966F8">
                      <w:rPr>
                        <w:rStyle w:val="berschrift3Zch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eastAsiaTheme="minorEastAsia" w:cs="Times New Roman"/>
        </w:rPr>
        <w:id w:val="2110698132"/>
        <w:docPartObj>
          <w:docPartGallery w:val="Page Numbers (Bottom of Page)"/>
          <w:docPartUnique/>
        </w:docPartObj>
      </w:sdtPr>
      <w:sdtEndPr>
        <w:rPr>
          <w:rStyle w:val="berschrift3Zchn"/>
          <w:rFonts w:eastAsiaTheme="majorEastAsia" w:cs="Arial"/>
          <w:color w:val="3F3E3E" w:themeColor="text1"/>
          <w:spacing w:val="-3"/>
          <w:sz w:val="28"/>
          <w:szCs w:val="32"/>
          <w:lang w:val="en-GB"/>
        </w:rPr>
      </w:sdtEndPr>
      <w:sdtContent>
        <w:r w:rsidR="00954491">
          <w:rPr>
            <w:noProof/>
            <w:lang w:eastAsia="de-AT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099869C" wp14:editId="0CCDD1A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-166339</wp:posOffset>
                  </wp:positionV>
                  <wp:extent cx="6074410" cy="0"/>
                  <wp:effectExtent l="0" t="0" r="21590" b="19050"/>
                  <wp:wrapNone/>
                  <wp:docPr id="4" name="Gerade Verbindung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0744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76A965E" id="Gerade Verbindung 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.1pt" to="478.3pt,-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" strokecolor="#d0ddc8 [1303]" strokeweight="1.5pt">
                  <v:stroke joinstyle="miter"/>
                </v:line>
              </w:pict>
            </mc:Fallback>
          </mc:AlternateContent>
        </w:r>
        <w:r w:rsidR="002130FF">
          <w:rPr>
            <w:noProof/>
            <w:lang w:eastAsia="de-AT"/>
          </w:rPr>
          <w:drawing>
            <wp:anchor distT="0" distB="0" distL="114300" distR="114300" simplePos="0" relativeHeight="251683840" behindDoc="1" locked="0" layoutInCell="1" allowOverlap="1" wp14:anchorId="4EF102B5" wp14:editId="0F01AA15">
              <wp:simplePos x="0" y="0"/>
              <wp:positionH relativeFrom="column">
                <wp:posOffset>711200</wp:posOffset>
              </wp:positionH>
              <wp:positionV relativeFrom="paragraph">
                <wp:posOffset>9814560</wp:posOffset>
              </wp:positionV>
              <wp:extent cx="3239770" cy="118745"/>
              <wp:effectExtent l="0" t="0" r="0" b="0"/>
              <wp:wrapNone/>
              <wp:docPr id="26" name="Grafik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ild 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3977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0FF" w:rsidRDefault="00954491" w:rsidP="004966F8"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D49834B" wp14:editId="683EB32E">
              <wp:simplePos x="0" y="0"/>
              <wp:positionH relativeFrom="column">
                <wp:posOffset>7341</wp:posOffset>
              </wp:positionH>
              <wp:positionV relativeFrom="paragraph">
                <wp:posOffset>-14605</wp:posOffset>
              </wp:positionV>
              <wp:extent cx="6074410" cy="0"/>
              <wp:effectExtent l="0" t="0" r="21590" b="1905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E6BB1A" id="Gerade Verbindung 1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-1.15pt" to="478.9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88960" behindDoc="1" locked="0" layoutInCell="1" allowOverlap="1" wp14:anchorId="486CCADF" wp14:editId="10AF9AB7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09EF">
      <w:rPr>
        <w:noProof/>
        <w:lang w:eastAsia="de-AT"/>
      </w:rPr>
      <w:drawing>
        <wp:anchor distT="0" distB="0" distL="114300" distR="114300" simplePos="0" relativeHeight="251681792" behindDoc="1" locked="0" layoutInCell="1" allowOverlap="1" wp14:anchorId="3BCF1FD2" wp14:editId="14047DC1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4491" w:rsidRDefault="00954491" w:rsidP="004966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10A" w:rsidRDefault="008F310A" w:rsidP="004966F8">
      <w:r>
        <w:separator/>
      </w:r>
    </w:p>
  </w:footnote>
  <w:footnote w:type="continuationSeparator" w:id="0">
    <w:p w:rsidR="008F310A" w:rsidRDefault="008F310A" w:rsidP="00496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31" w:rsidRDefault="00DB5485" w:rsidP="004966F8">
    <w:pPr>
      <w:pStyle w:val="Kopfzeile"/>
    </w:pPr>
    <w:r>
      <w:rPr>
        <w:noProof/>
        <w:lang w:eastAsia="de-AT"/>
      </w:rPr>
      <mc:AlternateContent>
        <mc:Choice Requires="wpg">
          <w:drawing>
            <wp:anchor distT="0" distB="0" distL="114300" distR="114300" simplePos="0" relativeHeight="251700224" behindDoc="0" locked="0" layoutInCell="1" allowOverlap="1">
              <wp:simplePos x="0" y="0"/>
              <wp:positionH relativeFrom="column">
                <wp:posOffset>-2460</wp:posOffset>
              </wp:positionH>
              <wp:positionV relativeFrom="paragraph">
                <wp:posOffset>1495</wp:posOffset>
              </wp:positionV>
              <wp:extent cx="6120741" cy="1049655"/>
              <wp:effectExtent l="0" t="0" r="0" b="0"/>
              <wp:wrapNone/>
              <wp:docPr id="18" name="Gruppieren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741" cy="1049655"/>
                        <a:chOff x="0" y="0"/>
                        <a:chExt cx="6120741" cy="1049655"/>
                      </a:xfrm>
                    </wpg:grpSpPr>
                    <pic:pic xmlns:pic="http://schemas.openxmlformats.org/drawingml/2006/picture">
                      <pic:nvPicPr>
                        <pic:cNvPr id="8" name="Grafik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334"/>
                        <a:stretch/>
                      </pic:blipFill>
                      <pic:spPr bwMode="auto">
                        <a:xfrm>
                          <a:off x="0" y="0"/>
                          <a:ext cx="2326005" cy="10267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9807"/>
                        <a:stretch/>
                      </pic:blipFill>
                      <pic:spPr bwMode="auto">
                        <a:xfrm>
                          <a:off x="2436471" y="0"/>
                          <a:ext cx="3684270" cy="10496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C20A0E6" id="Gruppieren 18" o:spid="_x0000_s1026" style="position:absolute;margin-left:-.2pt;margin-top:.1pt;width:481.95pt;height:82.65pt;z-index:251700224" coordsize="61207,10496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style="position:absolute;width:23260;height:10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">
                <v:imagedata r:id="rId3" o:title="" cropright="38885f"/>
                <v:path arrowok="t"/>
              </v:shape>
              <v:shape id="Grafik 2" o:spid="_x0000_s1028" type="#_x0000_t75" style="position:absolute;left:24364;width:36843;height:10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">
                <v:imagedata r:id="rId4" o:title="" cropleft="26088f"/>
                <v:path arrowok="t"/>
              </v:shape>
            </v:group>
          </w:pict>
        </mc:Fallback>
      </mc:AlternateContent>
    </w:r>
    <w:r w:rsidR="00954491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2555A75" wp14:editId="0F7C1240">
              <wp:simplePos x="0" y="0"/>
              <wp:positionH relativeFrom="column">
                <wp:posOffset>6985</wp:posOffset>
              </wp:positionH>
              <wp:positionV relativeFrom="paragraph">
                <wp:posOffset>1214755</wp:posOffset>
              </wp:positionV>
              <wp:extent cx="6074410" cy="0"/>
              <wp:effectExtent l="0" t="0" r="21590" b="19050"/>
              <wp:wrapNone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866156" id="Gerade Verbindung 1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95.65pt" to="478.85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" strokecolor="#d0ddc8 [1303]" strokeweight="1.5pt">
              <v:stroke joinstyle="miter"/>
            </v:line>
          </w:pict>
        </mc:Fallback>
      </mc:AlternateContent>
    </w:r>
  </w:p>
  <w:p w:rsidR="00745ABD" w:rsidRDefault="00745ABD" w:rsidP="004966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ABD" w:rsidRDefault="00745ABD" w:rsidP="004966F8">
    <w:pPr>
      <w:pStyle w:val="Kopfzeile"/>
    </w:pPr>
  </w:p>
  <w:p w:rsidR="005B5131" w:rsidRDefault="00745ABD" w:rsidP="004966F8">
    <w:pPr>
      <w:pStyle w:val="Kopf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AA17144" wp14:editId="2E831406">
              <wp:simplePos x="0" y="0"/>
              <wp:positionH relativeFrom="column">
                <wp:posOffset>3175</wp:posOffset>
              </wp:positionH>
              <wp:positionV relativeFrom="paragraph">
                <wp:posOffset>453235</wp:posOffset>
              </wp:positionV>
              <wp:extent cx="6074410" cy="0"/>
              <wp:effectExtent l="0" t="0" r="21590" b="1905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666B4C" id="Gerade Verbindung 12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35.7pt" to="478.5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inline distT="0" distB="0" distL="0" distR="0" wp14:anchorId="4F8BD125" wp14:editId="41E35E32">
          <wp:extent cx="2397512" cy="325976"/>
          <wp:effectExtent l="0" t="0" r="317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P_Header_BASE_WordDo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5930" cy="335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D69"/>
    <w:multiLevelType w:val="hybridMultilevel"/>
    <w:tmpl w:val="FB940B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57E4D"/>
    <w:multiLevelType w:val="hybridMultilevel"/>
    <w:tmpl w:val="3C109AFA"/>
    <w:lvl w:ilvl="0" w:tplc="E6A4DCF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8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5308D"/>
    <w:multiLevelType w:val="hybridMultilevel"/>
    <w:tmpl w:val="B6764888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61C23"/>
    <w:multiLevelType w:val="hybridMultilevel"/>
    <w:tmpl w:val="086C977E"/>
    <w:lvl w:ilvl="0" w:tplc="309C296A">
      <w:start w:val="1"/>
      <w:numFmt w:val="bullet"/>
      <w:pStyle w:val="Bulletlis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4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B2145"/>
    <w:multiLevelType w:val="hybridMultilevel"/>
    <w:tmpl w:val="30EA01D2"/>
    <w:lvl w:ilvl="0" w:tplc="04070005">
      <w:start w:val="1"/>
      <w:numFmt w:val="bullet"/>
      <w:lvlText w:val=""/>
      <w:lvlJc w:val="left"/>
      <w:pPr>
        <w:ind w:left="7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5" w15:restartNumberingAfterBreak="0">
    <w:nsid w:val="4E392A9E"/>
    <w:multiLevelType w:val="hybridMultilevel"/>
    <w:tmpl w:val="4FBA0BC6"/>
    <w:lvl w:ilvl="0" w:tplc="917A8A3C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2095F"/>
    <w:multiLevelType w:val="hybridMultilevel"/>
    <w:tmpl w:val="E9A867FE"/>
    <w:lvl w:ilvl="0" w:tplc="0AE446F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D2FBE"/>
    <w:multiLevelType w:val="hybridMultilevel"/>
    <w:tmpl w:val="94421E30"/>
    <w:lvl w:ilvl="0" w:tplc="0AE446F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97F92"/>
    <w:multiLevelType w:val="hybridMultilevel"/>
    <w:tmpl w:val="A642D8E6"/>
    <w:lvl w:ilvl="0" w:tplc="8F0423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419DE"/>
    <w:multiLevelType w:val="hybridMultilevel"/>
    <w:tmpl w:val="21483944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C4207"/>
    <w:multiLevelType w:val="hybridMultilevel"/>
    <w:tmpl w:val="A53465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attachedTemplate r:id="rId1"/>
  <w:stylePaneFormatFilter w:val="D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1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0A"/>
    <w:rsid w:val="000406A3"/>
    <w:rsid w:val="000A0413"/>
    <w:rsid w:val="000B3D2F"/>
    <w:rsid w:val="000E23EA"/>
    <w:rsid w:val="001247AE"/>
    <w:rsid w:val="00143B41"/>
    <w:rsid w:val="00164877"/>
    <w:rsid w:val="001B2E7B"/>
    <w:rsid w:val="001C623C"/>
    <w:rsid w:val="001C66CD"/>
    <w:rsid w:val="001F6390"/>
    <w:rsid w:val="002118F9"/>
    <w:rsid w:val="002130FF"/>
    <w:rsid w:val="00261D07"/>
    <w:rsid w:val="002950DB"/>
    <w:rsid w:val="002B11B8"/>
    <w:rsid w:val="002B3C65"/>
    <w:rsid w:val="002B7974"/>
    <w:rsid w:val="002D1E9A"/>
    <w:rsid w:val="00303606"/>
    <w:rsid w:val="00336341"/>
    <w:rsid w:val="003D3AE5"/>
    <w:rsid w:val="00404B9A"/>
    <w:rsid w:val="00411D31"/>
    <w:rsid w:val="004323AB"/>
    <w:rsid w:val="004456F6"/>
    <w:rsid w:val="004966F8"/>
    <w:rsid w:val="00504FBB"/>
    <w:rsid w:val="005B5131"/>
    <w:rsid w:val="005C7604"/>
    <w:rsid w:val="005F4836"/>
    <w:rsid w:val="00603297"/>
    <w:rsid w:val="006C7C60"/>
    <w:rsid w:val="007118A0"/>
    <w:rsid w:val="00712E23"/>
    <w:rsid w:val="007340B8"/>
    <w:rsid w:val="00745ABD"/>
    <w:rsid w:val="00760463"/>
    <w:rsid w:val="007C696E"/>
    <w:rsid w:val="007F4C5D"/>
    <w:rsid w:val="00821CAD"/>
    <w:rsid w:val="0084061C"/>
    <w:rsid w:val="008A6F1A"/>
    <w:rsid w:val="008F310A"/>
    <w:rsid w:val="008F540F"/>
    <w:rsid w:val="00954491"/>
    <w:rsid w:val="00962BA2"/>
    <w:rsid w:val="0099336F"/>
    <w:rsid w:val="009B5A3C"/>
    <w:rsid w:val="009F23FD"/>
    <w:rsid w:val="00A81C11"/>
    <w:rsid w:val="00AA7739"/>
    <w:rsid w:val="00AB5DE8"/>
    <w:rsid w:val="00AD267A"/>
    <w:rsid w:val="00AD5392"/>
    <w:rsid w:val="00B062A4"/>
    <w:rsid w:val="00B078D7"/>
    <w:rsid w:val="00B44086"/>
    <w:rsid w:val="00B458C8"/>
    <w:rsid w:val="00BB10AB"/>
    <w:rsid w:val="00BC200A"/>
    <w:rsid w:val="00BD78C6"/>
    <w:rsid w:val="00C305CC"/>
    <w:rsid w:val="00C42458"/>
    <w:rsid w:val="00C4717B"/>
    <w:rsid w:val="00C50122"/>
    <w:rsid w:val="00CA03DC"/>
    <w:rsid w:val="00CE48AB"/>
    <w:rsid w:val="00D06558"/>
    <w:rsid w:val="00D20285"/>
    <w:rsid w:val="00D63906"/>
    <w:rsid w:val="00DA57CB"/>
    <w:rsid w:val="00DB5485"/>
    <w:rsid w:val="00DE5D30"/>
    <w:rsid w:val="00E174FF"/>
    <w:rsid w:val="00E509EF"/>
    <w:rsid w:val="00E61FA4"/>
    <w:rsid w:val="00E97466"/>
    <w:rsid w:val="00ED1688"/>
    <w:rsid w:val="00EF4E27"/>
    <w:rsid w:val="00F85369"/>
    <w:rsid w:val="00FC152B"/>
    <w:rsid w:val="00FC5327"/>
    <w:rsid w:val="00FE2B2B"/>
    <w:rsid w:val="00FF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5721301-2976-44C9-94A2-88B92D5DE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F4C5D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val="de-AT" w:eastAsia="de-DE"/>
    </w:rPr>
  </w:style>
  <w:style w:type="paragraph" w:styleId="berschrift1">
    <w:name w:val="heading 1"/>
    <w:next w:val="Standard"/>
    <w:link w:val="berschrift1Zchn"/>
    <w:rsid w:val="005F4836"/>
    <w:pPr>
      <w:spacing w:before="60" w:after="120" w:line="240" w:lineRule="auto"/>
      <w:outlineLvl w:val="0"/>
    </w:pPr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paragraph" w:styleId="berschrift2">
    <w:name w:val="heading 2"/>
    <w:next w:val="Standard"/>
    <w:link w:val="berschrift2Zchn"/>
    <w:autoRedefine/>
    <w:unhideWhenUsed/>
    <w:rsid w:val="002118F9"/>
    <w:pPr>
      <w:spacing w:before="120" w:after="240" w:line="240" w:lineRule="auto"/>
      <w:outlineLvl w:val="1"/>
    </w:pPr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paragraph" w:styleId="berschrift3">
    <w:name w:val="heading 3"/>
    <w:aliases w:val="Headline 3"/>
    <w:next w:val="Standard"/>
    <w:link w:val="berschrift3Zchn"/>
    <w:autoRedefine/>
    <w:unhideWhenUsed/>
    <w:rsid w:val="00FE2B2B"/>
    <w:pPr>
      <w:spacing w:before="240" w:after="120" w:line="240" w:lineRule="auto"/>
      <w:outlineLvl w:val="2"/>
    </w:pPr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paragraph" w:styleId="berschrift4">
    <w:name w:val="heading 4"/>
    <w:aliases w:val="Headline 4"/>
    <w:next w:val="Standard"/>
    <w:link w:val="berschrift4Zchn"/>
    <w:unhideWhenUsed/>
    <w:rsid w:val="00FE2B2B"/>
    <w:pPr>
      <w:spacing w:before="120" w:line="240" w:lineRule="auto"/>
      <w:outlineLvl w:val="3"/>
    </w:pPr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paragraph" w:styleId="berschrift5">
    <w:name w:val="heading 5"/>
    <w:basedOn w:val="Standard"/>
    <w:next w:val="Standard"/>
    <w:link w:val="berschrift5Zchn"/>
    <w:unhideWhenUsed/>
    <w:rsid w:val="00CA03DC"/>
    <w:pPr>
      <w:keepNext/>
      <w:keepLines/>
      <w:spacing w:before="320"/>
      <w:outlineLvl w:val="4"/>
    </w:pPr>
    <w:rPr>
      <w:rFonts w:eastAsia="MS Gothic" w:cs="Times New Roman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4323AB"/>
    <w:pPr>
      <w:keepNext/>
      <w:keepLines/>
      <w:spacing w:before="80"/>
      <w:outlineLvl w:val="5"/>
    </w:pPr>
    <w:rPr>
      <w:rFonts w:eastAsiaTheme="majorEastAsia" w:cstheme="majorBidi"/>
      <w:i/>
      <w:iCs/>
      <w:color w:val="8CAAB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2130FF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autoRedefine/>
    <w:uiPriority w:val="9"/>
    <w:unhideWhenUsed/>
    <w:rsid w:val="004323A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6F6D6D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rsid w:val="004323A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6F6D6D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513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5131"/>
  </w:style>
  <w:style w:type="paragraph" w:styleId="Fuzeile">
    <w:name w:val="footer"/>
    <w:basedOn w:val="Standard"/>
    <w:link w:val="FuzeileZchn"/>
    <w:uiPriority w:val="99"/>
    <w:unhideWhenUsed/>
    <w:rsid w:val="005B513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5131"/>
  </w:style>
  <w:style w:type="paragraph" w:customStyle="1" w:styleId="TitleColour">
    <w:name w:val="Title Colour"/>
    <w:basedOn w:val="Titel1"/>
    <w:qFormat/>
    <w:rsid w:val="00B078D7"/>
    <w:pPr>
      <w:keepNext/>
    </w:pPr>
    <w:rPr>
      <w:color w:val="538257" w:themeColor="accent3"/>
    </w:rPr>
  </w:style>
  <w:style w:type="character" w:customStyle="1" w:styleId="berschrift1Zchn">
    <w:name w:val="Überschrift 1 Zchn"/>
    <w:basedOn w:val="Absatz-Standardschriftart"/>
    <w:link w:val="berschrift1"/>
    <w:rsid w:val="005F4836"/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2118F9"/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character" w:customStyle="1" w:styleId="berschrift3Zchn">
    <w:name w:val="Überschrift 3 Zchn"/>
    <w:aliases w:val="Headline 3 Zchn"/>
    <w:basedOn w:val="Absatz-Standardschriftart"/>
    <w:link w:val="berschrift3"/>
    <w:rsid w:val="00FE2B2B"/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character" w:customStyle="1" w:styleId="berschrift4Zchn">
    <w:name w:val="Überschrift 4 Zchn"/>
    <w:aliases w:val="Headline 4 Zchn"/>
    <w:basedOn w:val="Absatz-Standardschriftart"/>
    <w:link w:val="berschrift4"/>
    <w:rsid w:val="00FE2B2B"/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CA03DC"/>
    <w:rPr>
      <w:rFonts w:ascii="Trebuchet MS" w:eastAsia="MS Gothic" w:hAnsi="Trebuchet MS" w:cs="Times New Roman"/>
      <w:color w:val="3F3E3E"/>
      <w:sz w:val="20"/>
      <w:szCs w:val="20"/>
      <w:lang w:val="en-GB" w:eastAsia="de-DE"/>
    </w:rPr>
  </w:style>
  <w:style w:type="paragraph" w:customStyle="1" w:styleId="Head3">
    <w:name w:val="Head 3"/>
    <w:basedOn w:val="Head2"/>
    <w:qFormat/>
    <w:rsid w:val="001247AE"/>
    <w:rPr>
      <w:b/>
      <w:sz w:val="26"/>
    </w:rPr>
  </w:style>
  <w:style w:type="paragraph" w:customStyle="1" w:styleId="EinfAbs">
    <w:name w:val="[Einf. Abs.]"/>
    <w:basedOn w:val="Standard"/>
    <w:uiPriority w:val="99"/>
    <w:rsid w:val="00AD5392"/>
    <w:pPr>
      <w:textAlignment w:val="center"/>
    </w:pPr>
    <w:rPr>
      <w:rFonts w:ascii="MinionPro-Regular" w:hAnsi="MinionPro-Regular" w:cs="MinionPro-Regular"/>
      <w:color w:val="000000"/>
    </w:rPr>
  </w:style>
  <w:style w:type="paragraph" w:styleId="Listenabsatz">
    <w:name w:val="List Paragraph"/>
    <w:basedOn w:val="Standard"/>
    <w:link w:val="ListenabsatzZchn"/>
    <w:uiPriority w:val="34"/>
    <w:qFormat/>
    <w:rsid w:val="00962BA2"/>
    <w:pPr>
      <w:ind w:left="720"/>
      <w:contextualSpacing/>
    </w:pPr>
    <w:rPr>
      <w:color w:val="3F3E3E" w:themeColor="text1"/>
    </w:rPr>
  </w:style>
  <w:style w:type="character" w:styleId="Seitenzahl">
    <w:name w:val="page number"/>
    <w:rsid w:val="000B3D2F"/>
    <w:rPr>
      <w:rFonts w:ascii="TMetaPlus" w:hAnsi="TMetaPlus"/>
      <w:b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A3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rsid w:val="00DA57C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323AB"/>
    <w:rPr>
      <w:rFonts w:ascii="Trebuchet MS" w:eastAsiaTheme="majorEastAsia" w:hAnsi="Trebuchet MS" w:cstheme="majorBidi"/>
      <w:i/>
      <w:iCs/>
      <w:color w:val="8CAABE"/>
      <w:sz w:val="20"/>
      <w:szCs w:val="20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130FF"/>
    <w:rPr>
      <w:rFonts w:ascii="Trebuchet MS" w:eastAsiaTheme="majorEastAsia" w:hAnsi="Trebuchet MS" w:cstheme="majorBidi"/>
      <w:i/>
      <w:iCs/>
      <w:color w:val="3F3E3E"/>
      <w:sz w:val="20"/>
      <w:szCs w:val="20"/>
      <w:lang w:val="en-GB"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2130FF"/>
    <w:pPr>
      <w:numPr>
        <w:ilvl w:val="1"/>
      </w:numPr>
    </w:pPr>
    <w:rPr>
      <w:rFonts w:eastAsiaTheme="majorEastAsia" w:cstheme="majorBidi"/>
      <w:i/>
      <w:iCs/>
      <w:color w:val="8CAABE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130FF"/>
    <w:rPr>
      <w:rFonts w:ascii="Trebuchet MS" w:eastAsiaTheme="majorEastAsia" w:hAnsi="Trebuchet MS" w:cstheme="majorBidi"/>
      <w:i/>
      <w:iCs/>
      <w:color w:val="8CAABE"/>
      <w:spacing w:val="15"/>
      <w:sz w:val="24"/>
      <w:szCs w:val="24"/>
      <w:lang w:val="en-GB" w:eastAsia="de-DE"/>
    </w:rPr>
  </w:style>
  <w:style w:type="character" w:styleId="SchwacheHervorhebung">
    <w:name w:val="Subtle Emphasis"/>
    <w:basedOn w:val="Absatz-Standardschriftart"/>
    <w:uiPriority w:val="19"/>
    <w:qFormat/>
    <w:rsid w:val="002130FF"/>
    <w:rPr>
      <w:rFonts w:ascii="Trebuchet MS" w:hAnsi="Trebuchet MS"/>
      <w:i/>
      <w:iCs/>
      <w:color w:val="9F9E9E" w:themeColor="text1" w:themeTint="7F"/>
    </w:rPr>
  </w:style>
  <w:style w:type="character" w:styleId="Hervorhebung">
    <w:name w:val="Emphasis"/>
    <w:basedOn w:val="Absatz-Standardschriftart"/>
    <w:uiPriority w:val="20"/>
    <w:qFormat/>
    <w:rsid w:val="004323AB"/>
    <w:rPr>
      <w:rFonts w:ascii="Trebuchet MS" w:hAnsi="Trebuchet MS"/>
      <w:i/>
      <w:iCs/>
      <w:color w:val="8BAA76" w:themeColor="accent4"/>
    </w:rPr>
  </w:style>
  <w:style w:type="character" w:styleId="IntensiveHervorhebung">
    <w:name w:val="Intense Emphasis"/>
    <w:basedOn w:val="Absatz-Standardschriftart"/>
    <w:uiPriority w:val="21"/>
    <w:qFormat/>
    <w:rsid w:val="002130FF"/>
    <w:rPr>
      <w:rFonts w:ascii="Trebuchet MS" w:hAnsi="Trebuchet MS"/>
      <w:b/>
      <w:bCs/>
      <w:i/>
      <w:iCs/>
      <w:color w:val="D23838"/>
    </w:rPr>
  </w:style>
  <w:style w:type="character" w:styleId="Fett">
    <w:name w:val="Strong"/>
    <w:basedOn w:val="Absatz-Standardschriftart"/>
    <w:uiPriority w:val="22"/>
    <w:qFormat/>
    <w:rsid w:val="002130FF"/>
    <w:rPr>
      <w:rFonts w:ascii="Trebuchet MS" w:hAnsi="Trebuchet MS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2130FF"/>
    <w:rPr>
      <w:i/>
      <w:iCs/>
      <w:color w:val="3F3E3E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130FF"/>
    <w:rPr>
      <w:rFonts w:ascii="Trebuchet MS" w:eastAsia="Times New Roman" w:hAnsi="Trebuchet MS" w:cs="Arial"/>
      <w:i/>
      <w:iCs/>
      <w:color w:val="3F3E3E" w:themeColor="text1"/>
      <w:sz w:val="20"/>
      <w:szCs w:val="20"/>
      <w:lang w:val="en-GB"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03DC"/>
    <w:pPr>
      <w:pBdr>
        <w:bottom w:val="single" w:sz="4" w:space="4" w:color="D23838" w:themeColor="accent1"/>
      </w:pBdr>
      <w:spacing w:after="40"/>
      <w:ind w:left="936" w:right="936"/>
    </w:pPr>
    <w:rPr>
      <w:b/>
      <w:bCs/>
      <w:i/>
      <w:iCs/>
      <w:color w:val="D2383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03DC"/>
    <w:rPr>
      <w:rFonts w:ascii="Trebuchet MS" w:eastAsia="Times New Roman" w:hAnsi="Trebuchet MS" w:cs="Arial"/>
      <w:b/>
      <w:bCs/>
      <w:i/>
      <w:iCs/>
      <w:color w:val="D23838"/>
      <w:sz w:val="20"/>
      <w:szCs w:val="20"/>
      <w:lang w:val="en-GB" w:eastAsia="de-DE"/>
    </w:rPr>
  </w:style>
  <w:style w:type="character" w:styleId="SchwacherVerweis">
    <w:name w:val="Subtle Reference"/>
    <w:basedOn w:val="Absatz-Standardschriftart"/>
    <w:uiPriority w:val="31"/>
    <w:rsid w:val="007F4C5D"/>
    <w:rPr>
      <w:smallCaps/>
      <w:color w:val="538257" w:themeColor="accent3"/>
      <w:u w:val="single"/>
    </w:rPr>
  </w:style>
  <w:style w:type="character" w:styleId="IntensiverVerweis">
    <w:name w:val="Intense Reference"/>
    <w:basedOn w:val="Absatz-Standardschriftart"/>
    <w:uiPriority w:val="32"/>
    <w:qFormat/>
    <w:rsid w:val="00962BA2"/>
    <w:rPr>
      <w:rFonts w:ascii="Trebuchet MS" w:hAnsi="Trebuchet MS"/>
      <w:b/>
      <w:bCs/>
      <w:smallCaps/>
      <w:color w:val="AF512B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962BA2"/>
    <w:rPr>
      <w:rFonts w:ascii="Trebuchet MS" w:hAnsi="Trebuchet MS"/>
      <w:b/>
      <w:bCs/>
      <w:smallCaps/>
      <w:color w:val="3F3E3E" w:themeColor="text1"/>
      <w:spacing w:val="5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323AB"/>
    <w:rPr>
      <w:rFonts w:asciiTheme="majorHAnsi" w:eastAsiaTheme="majorEastAsia" w:hAnsiTheme="majorHAnsi" w:cstheme="majorBidi"/>
      <w:color w:val="6F6D6D" w:themeColor="text1" w:themeTint="BF"/>
      <w:sz w:val="20"/>
      <w:szCs w:val="20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323AB"/>
    <w:rPr>
      <w:rFonts w:asciiTheme="majorHAnsi" w:eastAsiaTheme="majorEastAsia" w:hAnsiTheme="majorHAnsi" w:cstheme="majorBidi"/>
      <w:i/>
      <w:iCs/>
      <w:color w:val="6F6D6D" w:themeColor="text1" w:themeTint="BF"/>
      <w:sz w:val="20"/>
      <w:szCs w:val="20"/>
      <w:lang w:val="en-GB" w:eastAsia="de-DE"/>
    </w:rPr>
  </w:style>
  <w:style w:type="paragraph" w:customStyle="1" w:styleId="Head1">
    <w:name w:val="Head 1"/>
    <w:qFormat/>
    <w:rsid w:val="00B458C8"/>
    <w:pPr>
      <w:keepNext/>
      <w:spacing w:before="240" w:after="240" w:line="240" w:lineRule="auto"/>
      <w:contextualSpacing/>
    </w:pPr>
    <w:rPr>
      <w:rFonts w:ascii="Trebuchet MS" w:eastAsia="Times New Roman" w:hAnsi="Trebuchet MS" w:cs="Arial"/>
      <w:color w:val="8BAA76" w:themeColor="accent4"/>
      <w:sz w:val="40"/>
      <w:szCs w:val="56"/>
      <w:lang w:val="de-AT" w:eastAsia="de-DE"/>
    </w:rPr>
  </w:style>
  <w:style w:type="paragraph" w:customStyle="1" w:styleId="Head2">
    <w:name w:val="Head 2"/>
    <w:qFormat/>
    <w:rsid w:val="001247AE"/>
    <w:pPr>
      <w:keepNext/>
      <w:spacing w:before="240" w:after="240" w:line="240" w:lineRule="auto"/>
    </w:pPr>
    <w:rPr>
      <w:rFonts w:ascii="Trebuchet MS" w:eastAsia="Times New Roman" w:hAnsi="Trebuchet MS" w:cs="Arial"/>
      <w:color w:val="538257" w:themeColor="text2"/>
      <w:sz w:val="30"/>
      <w:szCs w:val="40"/>
      <w:lang w:val="de-AT" w:eastAsia="de-DE"/>
    </w:rPr>
  </w:style>
  <w:style w:type="paragraph" w:customStyle="1" w:styleId="Titel1">
    <w:name w:val="Titel1"/>
    <w:rsid w:val="007F4C5D"/>
    <w:pPr>
      <w:spacing w:before="240" w:line="560" w:lineRule="exact"/>
    </w:pPr>
    <w:rPr>
      <w:rFonts w:ascii="Trebuchet MS" w:eastAsia="Times New Roman" w:hAnsi="Trebuchet MS" w:cs="Arial"/>
      <w:b/>
      <w:color w:val="3F3E3E" w:themeColor="text1"/>
      <w:sz w:val="56"/>
      <w:szCs w:val="52"/>
      <w:lang w:val="en-US" w:eastAsia="de-DE"/>
    </w:rPr>
  </w:style>
  <w:style w:type="paragraph" w:customStyle="1" w:styleId="Standardklein">
    <w:name w:val="Standard klein"/>
    <w:basedOn w:val="Standard"/>
    <w:rsid w:val="00DA57CB"/>
    <w:rPr>
      <w:sz w:val="16"/>
    </w:rPr>
  </w:style>
  <w:style w:type="paragraph" w:customStyle="1" w:styleId="Head4">
    <w:name w:val="Head 4"/>
    <w:qFormat/>
    <w:rsid w:val="00B458C8"/>
    <w:pPr>
      <w:keepNext/>
      <w:spacing w:before="240" w:after="240"/>
    </w:pPr>
    <w:rPr>
      <w:rFonts w:ascii="Trebuchet MS" w:eastAsia="Times New Roman" w:hAnsi="Trebuchet MS" w:cs="Arial"/>
      <w:color w:val="3F3E3E" w:themeColor="text1"/>
      <w:spacing w:val="-3"/>
      <w:sz w:val="24"/>
      <w:szCs w:val="20"/>
      <w:lang w:val="en-GB" w:eastAsia="de-DE"/>
    </w:rPr>
  </w:style>
  <w:style w:type="paragraph" w:customStyle="1" w:styleId="Head5">
    <w:name w:val="Head 5"/>
    <w:rsid w:val="00B458C8"/>
    <w:pPr>
      <w:keepNext/>
      <w:spacing w:before="240" w:after="240" w:line="240" w:lineRule="auto"/>
    </w:pPr>
    <w:rPr>
      <w:rFonts w:ascii="Trebuchet MS" w:eastAsia="Times New Roman" w:hAnsi="Trebuchet MS" w:cs="Arial"/>
      <w:b/>
      <w:color w:val="3F3E3E" w:themeColor="text1"/>
      <w:spacing w:val="-3"/>
      <w:lang w:val="en-GB" w:eastAsia="de-DE"/>
    </w:rPr>
  </w:style>
  <w:style w:type="paragraph" w:customStyle="1" w:styleId="Bulletlist">
    <w:name w:val="Bullet list"/>
    <w:basedOn w:val="Listenabsatz"/>
    <w:link w:val="BulletlistZchn"/>
    <w:qFormat/>
    <w:rsid w:val="002B3C65"/>
    <w:pPr>
      <w:numPr>
        <w:numId w:val="7"/>
      </w:numPr>
    </w:pPr>
    <w:rPr>
      <w:lang w:val="de-DE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BB10AB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ulletlistZchn">
    <w:name w:val="Bullet list Zchn"/>
    <w:basedOn w:val="ListenabsatzZchn"/>
    <w:link w:val="Bulletlist"/>
    <w:rsid w:val="002B3C65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E48A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A22424" w:themeColor="accent1" w:themeShade="BF"/>
      <w:sz w:val="32"/>
      <w:szCs w:val="32"/>
      <w:lang w:val="en-GB" w:eastAsia="en-GB"/>
    </w:rPr>
  </w:style>
  <w:style w:type="paragraph" w:styleId="Verzeichnis1">
    <w:name w:val="toc 1"/>
    <w:basedOn w:val="Standard"/>
    <w:next w:val="Standard"/>
    <w:autoRedefine/>
    <w:uiPriority w:val="39"/>
    <w:unhideWhenUsed/>
    <w:rsid w:val="0016487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164877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164877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164877"/>
    <w:rPr>
      <w:color w:val="8CAABE" w:themeColor="hyperlink"/>
      <w:u w:val="single"/>
    </w:rPr>
  </w:style>
  <w:style w:type="character" w:customStyle="1" w:styleId="Headlines3">
    <w:name w:val="Headlines 3"/>
    <w:basedOn w:val="Absatz-Standardschriftart"/>
    <w:rsid w:val="008F310A"/>
    <w:rPr>
      <w:w w:val="95"/>
      <w:sz w:val="57"/>
      <w:szCs w:val="57"/>
    </w:rPr>
  </w:style>
  <w:style w:type="paragraph" w:styleId="NurText">
    <w:name w:val="Plain Text"/>
    <w:basedOn w:val="Standard"/>
    <w:link w:val="NurTextZchn"/>
    <w:uiPriority w:val="99"/>
    <w:unhideWhenUsed/>
    <w:rsid w:val="008F310A"/>
    <w:pPr>
      <w:widowControl/>
      <w:autoSpaceDE/>
      <w:autoSpaceDN/>
      <w:adjustRightInd/>
      <w:spacing w:after="0" w:line="240" w:lineRule="auto"/>
      <w:jc w:val="left"/>
    </w:pPr>
    <w:rPr>
      <w:rFonts w:ascii="Arial" w:eastAsia="Calibri" w:hAnsi="Arial"/>
      <w:color w:val="auto"/>
      <w:lang w:val="de-DE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8F310A"/>
    <w:rPr>
      <w:rFonts w:ascii="Arial" w:eastAsia="Calibri" w:hAnsi="Arial" w:cs="Arial"/>
      <w:sz w:val="20"/>
      <w:szCs w:val="20"/>
    </w:rPr>
  </w:style>
  <w:style w:type="table" w:styleId="Tabellenraster">
    <w:name w:val="Table Grid"/>
    <w:basedOn w:val="NormaleTabelle"/>
    <w:rsid w:val="008F3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F31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land-sbg\dfsusr\w\sbg06445\Desktop\ASP_Word_without_cover_2022%23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1360922A954291AF0A9D2440F424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2B5160-7530-4FE1-A967-1004C4BFDF24}"/>
      </w:docPartPr>
      <w:docPartBody>
        <w:p w:rsidR="00E939B8" w:rsidRDefault="00647567" w:rsidP="00647567">
          <w:pPr>
            <w:pStyle w:val="A41360922A954291AF0A9D2440F424D4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F15159B2AAC541249DBBDACFEFEBE5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F861FE-5541-46E5-AD6E-BAD1B1409FA7}"/>
      </w:docPartPr>
      <w:docPartBody>
        <w:p w:rsidR="00E939B8" w:rsidRDefault="00647567" w:rsidP="00647567">
          <w:pPr>
            <w:pStyle w:val="F15159B2AAC541249DBBDACFEFEBE578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DC17AB2603214C419590FDC08750BA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E3BE1F-3888-4F81-898E-F1184E4CB7B0}"/>
      </w:docPartPr>
      <w:docPartBody>
        <w:p w:rsidR="00E939B8" w:rsidRDefault="00647567" w:rsidP="00647567">
          <w:pPr>
            <w:pStyle w:val="DC17AB2603214C419590FDC08750BAC8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A4D7F724904E4E078D81CD3DCA4814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06B74C-F25C-450F-9FC9-BD8FF234E25B}"/>
      </w:docPartPr>
      <w:docPartBody>
        <w:p w:rsidR="00E939B8" w:rsidRDefault="00647567" w:rsidP="00647567">
          <w:pPr>
            <w:pStyle w:val="A4D7F724904E4E078D81CD3DCA4814C7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E97BDF90B1F8466FA768DE7D3296F7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DA7662-2F41-4349-AF62-C376566493E9}"/>
      </w:docPartPr>
      <w:docPartBody>
        <w:p w:rsidR="00E939B8" w:rsidRDefault="00647567" w:rsidP="00647567">
          <w:pPr>
            <w:pStyle w:val="E97BDF90B1F8466FA768DE7D3296F799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F49F7E071D374EAE8296E5E171117E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311C8E-B116-42C8-8DF8-82DDCE36C9BB}"/>
      </w:docPartPr>
      <w:docPartBody>
        <w:p w:rsidR="00E939B8" w:rsidRDefault="00647567" w:rsidP="00647567">
          <w:pPr>
            <w:pStyle w:val="F49F7E071D374EAE8296E5E171117E3C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F92000311A5240F0BCAE21CE56A4E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7A36DE-BCD4-4CE5-85A7-0642A5C4B9ED}"/>
      </w:docPartPr>
      <w:docPartBody>
        <w:p w:rsidR="00E939B8" w:rsidRDefault="00647567" w:rsidP="00647567">
          <w:pPr>
            <w:pStyle w:val="F92000311A5240F0BCAE21CE56A4EACB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EF7F69FA95064D40B71D1316B85C95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B1DA14-686E-4674-AA33-0A57FA9F3EA7}"/>
      </w:docPartPr>
      <w:docPartBody>
        <w:p w:rsidR="00E939B8" w:rsidRDefault="00647567" w:rsidP="00647567">
          <w:pPr>
            <w:pStyle w:val="EF7F69FA95064D40B71D1316B85C955E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863CF886A47241FBB25698024F37B8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4DD748-7FCE-496F-B8CD-AF5265BBFCCB}"/>
      </w:docPartPr>
      <w:docPartBody>
        <w:p w:rsidR="00E939B8" w:rsidRDefault="00647567" w:rsidP="00647567">
          <w:pPr>
            <w:pStyle w:val="863CF886A47241FBB25698024F37B82B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9D16423143774D5A9D732DF6C7AE50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3C7EF0-D873-4BAD-A5E4-BCFEAB326A82}"/>
      </w:docPartPr>
      <w:docPartBody>
        <w:p w:rsidR="00E939B8" w:rsidRDefault="00647567" w:rsidP="00647567">
          <w:pPr>
            <w:pStyle w:val="9D16423143774D5A9D732DF6C7AE5048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72837ECE52B540E1A26B6707A8F7E7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6802FA-295A-40B7-B37A-A5310ACA7BD9}"/>
      </w:docPartPr>
      <w:docPartBody>
        <w:p w:rsidR="00E939B8" w:rsidRDefault="00647567" w:rsidP="00647567">
          <w:pPr>
            <w:pStyle w:val="72837ECE52B540E1A26B6707A8F7E7AE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CF65BADE230E47FCA5C7F36E734556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111840-4BD2-4D29-99E6-5676DD48120B}"/>
      </w:docPartPr>
      <w:docPartBody>
        <w:p w:rsidR="00E939B8" w:rsidRDefault="00647567" w:rsidP="00647567">
          <w:pPr>
            <w:pStyle w:val="CF65BADE230E47FCA5C7F36E73455695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26BEB19490CF41EAA46E846040F62F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D304AE-9C27-4D9F-A03F-6B077E9158E4}"/>
      </w:docPartPr>
      <w:docPartBody>
        <w:p w:rsidR="00E939B8" w:rsidRDefault="00647567" w:rsidP="00647567">
          <w:pPr>
            <w:pStyle w:val="26BEB19490CF41EAA46E846040F62FB4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B8857AEEDFEB4D9D9E883E6D0D2595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6CB9C4-F99B-4F2B-BEAB-76AAB94C1214}"/>
      </w:docPartPr>
      <w:docPartBody>
        <w:p w:rsidR="00E939B8" w:rsidRDefault="00647567" w:rsidP="00647567">
          <w:pPr>
            <w:pStyle w:val="B8857AEEDFEB4D9D9E883E6D0D25958D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301E5A54B6D749AC864470998CB261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E4B3FB-2068-47BC-A8A0-A0BB0E00D7F1}"/>
      </w:docPartPr>
      <w:docPartBody>
        <w:p w:rsidR="00E939B8" w:rsidRDefault="00647567" w:rsidP="00647567">
          <w:pPr>
            <w:pStyle w:val="301E5A54B6D749AC864470998CB26191"/>
          </w:pPr>
          <w:r w:rsidRPr="00DE40EC">
            <w:rPr>
              <w:rStyle w:val="Platzhaltertext"/>
              <w:sz w:val="20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Minion Pr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MetaPlus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67"/>
    <w:rsid w:val="00647567"/>
    <w:rsid w:val="00E9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47567"/>
    <w:rPr>
      <w:color w:val="808080"/>
    </w:rPr>
  </w:style>
  <w:style w:type="paragraph" w:customStyle="1" w:styleId="A1C38EF4BFCE4AE093D32C37B681EBB4">
    <w:name w:val="A1C38EF4BFCE4AE093D32C37B681EBB4"/>
    <w:rsid w:val="00647567"/>
  </w:style>
  <w:style w:type="paragraph" w:customStyle="1" w:styleId="FD8F8ADC6F3A4AE38121CF0EA00304B2">
    <w:name w:val="FD8F8ADC6F3A4AE38121CF0EA00304B2"/>
    <w:rsid w:val="00647567"/>
  </w:style>
  <w:style w:type="paragraph" w:customStyle="1" w:styleId="DCC35A3737ED442190AA4CD4AC8BFE15">
    <w:name w:val="DCC35A3737ED442190AA4CD4AC8BFE15"/>
    <w:rsid w:val="00647567"/>
  </w:style>
  <w:style w:type="paragraph" w:customStyle="1" w:styleId="3817F8F7FCDB410FA340473C46B6A0DD">
    <w:name w:val="3817F8F7FCDB410FA340473C46B6A0DD"/>
    <w:rsid w:val="00647567"/>
  </w:style>
  <w:style w:type="paragraph" w:customStyle="1" w:styleId="E67BEBB965BA4503971CC550ECD3AE7A">
    <w:name w:val="E67BEBB965BA4503971CC550ECD3AE7A"/>
    <w:rsid w:val="00647567"/>
  </w:style>
  <w:style w:type="paragraph" w:customStyle="1" w:styleId="E2802C35715C4F1DB068DB09AE6CF988">
    <w:name w:val="E2802C35715C4F1DB068DB09AE6CF988"/>
    <w:rsid w:val="00647567"/>
  </w:style>
  <w:style w:type="paragraph" w:customStyle="1" w:styleId="ACFEE8FA31F04451BA493E19D44170CD">
    <w:name w:val="ACFEE8FA31F04451BA493E19D44170CD"/>
    <w:rsid w:val="00647567"/>
  </w:style>
  <w:style w:type="paragraph" w:customStyle="1" w:styleId="17C0C56D602647EB8E7D4FFB8251F055">
    <w:name w:val="17C0C56D602647EB8E7D4FFB8251F055"/>
    <w:rsid w:val="00647567"/>
  </w:style>
  <w:style w:type="paragraph" w:customStyle="1" w:styleId="3E9F36E704F34E0E8FB4622A698F6F5E">
    <w:name w:val="3E9F36E704F34E0E8FB4622A698F6F5E"/>
    <w:rsid w:val="00647567"/>
  </w:style>
  <w:style w:type="paragraph" w:customStyle="1" w:styleId="1AF3188E1C34461996B63705DC8B5EC1">
    <w:name w:val="1AF3188E1C34461996B63705DC8B5EC1"/>
    <w:rsid w:val="00647567"/>
  </w:style>
  <w:style w:type="paragraph" w:customStyle="1" w:styleId="61D8DE18A87349679249EDD16A9FFBF3">
    <w:name w:val="61D8DE18A87349679249EDD16A9FFBF3"/>
    <w:rsid w:val="00647567"/>
  </w:style>
  <w:style w:type="paragraph" w:customStyle="1" w:styleId="FEDE34029B0947B9ACAC71B3C26F7BFC">
    <w:name w:val="FEDE34029B0947B9ACAC71B3C26F7BFC"/>
    <w:rsid w:val="00647567"/>
  </w:style>
  <w:style w:type="paragraph" w:customStyle="1" w:styleId="48088FCC804748F2B3D60ADCA577E09C">
    <w:name w:val="48088FCC804748F2B3D60ADCA577E09C"/>
    <w:rsid w:val="00647567"/>
  </w:style>
  <w:style w:type="paragraph" w:customStyle="1" w:styleId="8BD5F480FE4140669501113467741529">
    <w:name w:val="8BD5F480FE4140669501113467741529"/>
    <w:rsid w:val="00647567"/>
  </w:style>
  <w:style w:type="paragraph" w:customStyle="1" w:styleId="5A015E2DCAFE4EF29AE5B1957D0B586D">
    <w:name w:val="5A015E2DCAFE4EF29AE5B1957D0B586D"/>
    <w:rsid w:val="00647567"/>
  </w:style>
  <w:style w:type="paragraph" w:customStyle="1" w:styleId="A41360922A954291AF0A9D2440F424D4">
    <w:name w:val="A41360922A954291AF0A9D2440F424D4"/>
    <w:rsid w:val="00647567"/>
  </w:style>
  <w:style w:type="paragraph" w:customStyle="1" w:styleId="F15159B2AAC541249DBBDACFEFEBE578">
    <w:name w:val="F15159B2AAC541249DBBDACFEFEBE578"/>
    <w:rsid w:val="00647567"/>
  </w:style>
  <w:style w:type="paragraph" w:customStyle="1" w:styleId="DC17AB2603214C419590FDC08750BAC8">
    <w:name w:val="DC17AB2603214C419590FDC08750BAC8"/>
    <w:rsid w:val="00647567"/>
  </w:style>
  <w:style w:type="paragraph" w:customStyle="1" w:styleId="A4D7F724904E4E078D81CD3DCA4814C7">
    <w:name w:val="A4D7F724904E4E078D81CD3DCA4814C7"/>
    <w:rsid w:val="00647567"/>
  </w:style>
  <w:style w:type="paragraph" w:customStyle="1" w:styleId="E97BDF90B1F8466FA768DE7D3296F799">
    <w:name w:val="E97BDF90B1F8466FA768DE7D3296F799"/>
    <w:rsid w:val="00647567"/>
  </w:style>
  <w:style w:type="paragraph" w:customStyle="1" w:styleId="F49F7E071D374EAE8296E5E171117E3C">
    <w:name w:val="F49F7E071D374EAE8296E5E171117E3C"/>
    <w:rsid w:val="00647567"/>
  </w:style>
  <w:style w:type="paragraph" w:customStyle="1" w:styleId="F92000311A5240F0BCAE21CE56A4EACB">
    <w:name w:val="F92000311A5240F0BCAE21CE56A4EACB"/>
    <w:rsid w:val="00647567"/>
  </w:style>
  <w:style w:type="paragraph" w:customStyle="1" w:styleId="EF7F69FA95064D40B71D1316B85C955E">
    <w:name w:val="EF7F69FA95064D40B71D1316B85C955E"/>
    <w:rsid w:val="00647567"/>
  </w:style>
  <w:style w:type="paragraph" w:customStyle="1" w:styleId="863CF886A47241FBB25698024F37B82B">
    <w:name w:val="863CF886A47241FBB25698024F37B82B"/>
    <w:rsid w:val="00647567"/>
  </w:style>
  <w:style w:type="paragraph" w:customStyle="1" w:styleId="2A3F06681923428FB12150D01FEBE3B8">
    <w:name w:val="2A3F06681923428FB12150D01FEBE3B8"/>
    <w:rsid w:val="00647567"/>
  </w:style>
  <w:style w:type="paragraph" w:customStyle="1" w:styleId="760F1C32C1874CB09C838B8EA6A97A50">
    <w:name w:val="760F1C32C1874CB09C838B8EA6A97A50"/>
    <w:rsid w:val="00647567"/>
  </w:style>
  <w:style w:type="paragraph" w:customStyle="1" w:styleId="4B9657A0FE6341A6AB89151DA7DDE83E">
    <w:name w:val="4B9657A0FE6341A6AB89151DA7DDE83E"/>
    <w:rsid w:val="00647567"/>
  </w:style>
  <w:style w:type="paragraph" w:customStyle="1" w:styleId="F947A1E2F06A4A7A8B57885AAF82C893">
    <w:name w:val="F947A1E2F06A4A7A8B57885AAF82C893"/>
    <w:rsid w:val="00647567"/>
  </w:style>
  <w:style w:type="paragraph" w:customStyle="1" w:styleId="8FDD9F02E61A44B9B4EE7F09CF7E125B">
    <w:name w:val="8FDD9F02E61A44B9B4EE7F09CF7E125B"/>
    <w:rsid w:val="00647567"/>
  </w:style>
  <w:style w:type="paragraph" w:customStyle="1" w:styleId="BD13D5E05EBD432EAC0B7A3DCA19DD74">
    <w:name w:val="BD13D5E05EBD432EAC0B7A3DCA19DD74"/>
    <w:rsid w:val="00647567"/>
  </w:style>
  <w:style w:type="paragraph" w:customStyle="1" w:styleId="2569211CC7DE43A69CB8C99F93E72183">
    <w:name w:val="2569211CC7DE43A69CB8C99F93E72183"/>
    <w:rsid w:val="00647567"/>
  </w:style>
  <w:style w:type="paragraph" w:customStyle="1" w:styleId="3D29CEB1556E4003AB1063D2F7E415EC">
    <w:name w:val="3D29CEB1556E4003AB1063D2F7E415EC"/>
    <w:rsid w:val="00647567"/>
  </w:style>
  <w:style w:type="paragraph" w:customStyle="1" w:styleId="21130921D46F4AF2AA8A4BF4F9D2AC45">
    <w:name w:val="21130921D46F4AF2AA8A4BF4F9D2AC45"/>
    <w:rsid w:val="00647567"/>
  </w:style>
  <w:style w:type="paragraph" w:customStyle="1" w:styleId="201905FBE94D4C18B793D0DC6C50A8FE">
    <w:name w:val="201905FBE94D4C18B793D0DC6C50A8FE"/>
    <w:rsid w:val="00647567"/>
  </w:style>
  <w:style w:type="paragraph" w:customStyle="1" w:styleId="A1864C8E403941239B05097B8FAE4555">
    <w:name w:val="A1864C8E403941239B05097B8FAE4555"/>
    <w:rsid w:val="00647567"/>
  </w:style>
  <w:style w:type="paragraph" w:customStyle="1" w:styleId="F2D536C88D134458846BB7983B2BCB90">
    <w:name w:val="F2D536C88D134458846BB7983B2BCB90"/>
    <w:rsid w:val="00647567"/>
  </w:style>
  <w:style w:type="paragraph" w:customStyle="1" w:styleId="C2D8599E41E64915AD1BCC2B08F0F190">
    <w:name w:val="C2D8599E41E64915AD1BCC2B08F0F190"/>
    <w:rsid w:val="00647567"/>
  </w:style>
  <w:style w:type="paragraph" w:customStyle="1" w:styleId="70BAFEBAB6C2473FB7E0FCE57D3EBB77">
    <w:name w:val="70BAFEBAB6C2473FB7E0FCE57D3EBB77"/>
    <w:rsid w:val="00647567"/>
  </w:style>
  <w:style w:type="paragraph" w:customStyle="1" w:styleId="E92571CC283049C1B28DD5F1FB33E9CC">
    <w:name w:val="E92571CC283049C1B28DD5F1FB33E9CC"/>
    <w:rsid w:val="00647567"/>
  </w:style>
  <w:style w:type="paragraph" w:customStyle="1" w:styleId="A00DCE5F36134C9389DE142BD818AA14">
    <w:name w:val="A00DCE5F36134C9389DE142BD818AA14"/>
    <w:rsid w:val="00647567"/>
  </w:style>
  <w:style w:type="paragraph" w:customStyle="1" w:styleId="195C6804AE47451C941DE69B6A7FC117">
    <w:name w:val="195C6804AE47451C941DE69B6A7FC117"/>
    <w:rsid w:val="00647567"/>
  </w:style>
  <w:style w:type="paragraph" w:customStyle="1" w:styleId="38DF2A38459E476F82682D06EE910038">
    <w:name w:val="38DF2A38459E476F82682D06EE910038"/>
    <w:rsid w:val="00647567"/>
  </w:style>
  <w:style w:type="paragraph" w:customStyle="1" w:styleId="A4133E08525A494487069FC9C3645AF8">
    <w:name w:val="A4133E08525A494487069FC9C3645AF8"/>
    <w:rsid w:val="00647567"/>
  </w:style>
  <w:style w:type="paragraph" w:customStyle="1" w:styleId="0D1B533371E145559338D2B9396C5D3D">
    <w:name w:val="0D1B533371E145559338D2B9396C5D3D"/>
    <w:rsid w:val="00647567"/>
  </w:style>
  <w:style w:type="paragraph" w:customStyle="1" w:styleId="1F7B32875F5648BC845EC249F08D0054">
    <w:name w:val="1F7B32875F5648BC845EC249F08D0054"/>
    <w:rsid w:val="00647567"/>
  </w:style>
  <w:style w:type="paragraph" w:customStyle="1" w:styleId="3A296C5CAF81495CB8C59B166BEB0776">
    <w:name w:val="3A296C5CAF81495CB8C59B166BEB0776"/>
    <w:rsid w:val="00647567"/>
  </w:style>
  <w:style w:type="paragraph" w:customStyle="1" w:styleId="706A543296E247DB82485991545B9485">
    <w:name w:val="706A543296E247DB82485991545B9485"/>
    <w:rsid w:val="00647567"/>
  </w:style>
  <w:style w:type="paragraph" w:customStyle="1" w:styleId="38DBCD1705C6409EB358F4A46AC16F85">
    <w:name w:val="38DBCD1705C6409EB358F4A46AC16F85"/>
    <w:rsid w:val="00647567"/>
  </w:style>
  <w:style w:type="paragraph" w:customStyle="1" w:styleId="E6D00B54FABB419B9A4DAF4ABC16740D">
    <w:name w:val="E6D00B54FABB419B9A4DAF4ABC16740D"/>
    <w:rsid w:val="00647567"/>
  </w:style>
  <w:style w:type="paragraph" w:customStyle="1" w:styleId="1C44A4069C0449A48D22F4071A537CDC">
    <w:name w:val="1C44A4069C0449A48D22F4071A537CDC"/>
    <w:rsid w:val="00647567"/>
  </w:style>
  <w:style w:type="paragraph" w:customStyle="1" w:styleId="0A8066EDEF264933A21DE7210A3281CA">
    <w:name w:val="0A8066EDEF264933A21DE7210A3281CA"/>
    <w:rsid w:val="00647567"/>
  </w:style>
  <w:style w:type="paragraph" w:customStyle="1" w:styleId="E276F5C1E52D49CD94B730AD8446675B">
    <w:name w:val="E276F5C1E52D49CD94B730AD8446675B"/>
    <w:rsid w:val="00647567"/>
  </w:style>
  <w:style w:type="paragraph" w:customStyle="1" w:styleId="919B878B226946A48BBF97E76C3B3643">
    <w:name w:val="919B878B226946A48BBF97E76C3B3643"/>
    <w:rsid w:val="00647567"/>
  </w:style>
  <w:style w:type="paragraph" w:customStyle="1" w:styleId="4C7460D9F7694E849B274AF342E1CEB3">
    <w:name w:val="4C7460D9F7694E849B274AF342E1CEB3"/>
    <w:rsid w:val="00647567"/>
  </w:style>
  <w:style w:type="paragraph" w:customStyle="1" w:styleId="B80B135C611A4C669588645100563D88">
    <w:name w:val="B80B135C611A4C669588645100563D88"/>
    <w:rsid w:val="00647567"/>
  </w:style>
  <w:style w:type="paragraph" w:customStyle="1" w:styleId="53D1FD320CA0479EBE34D79BB4EDA199">
    <w:name w:val="53D1FD320CA0479EBE34D79BB4EDA199"/>
    <w:rsid w:val="00647567"/>
  </w:style>
  <w:style w:type="paragraph" w:customStyle="1" w:styleId="E0845B9444724E3A97D753A331B739BC">
    <w:name w:val="E0845B9444724E3A97D753A331B739BC"/>
    <w:rsid w:val="00647567"/>
  </w:style>
  <w:style w:type="paragraph" w:customStyle="1" w:styleId="624673AD33154A2BAB69813EA70EC50F">
    <w:name w:val="624673AD33154A2BAB69813EA70EC50F"/>
    <w:rsid w:val="00647567"/>
  </w:style>
  <w:style w:type="paragraph" w:customStyle="1" w:styleId="E86C42858E5C46348880A19BC2D84575">
    <w:name w:val="E86C42858E5C46348880A19BC2D84575"/>
    <w:rsid w:val="00647567"/>
  </w:style>
  <w:style w:type="paragraph" w:customStyle="1" w:styleId="54FFE91A1C194AE5A44B43D980DDB829">
    <w:name w:val="54FFE91A1C194AE5A44B43D980DDB829"/>
    <w:rsid w:val="00647567"/>
  </w:style>
  <w:style w:type="paragraph" w:customStyle="1" w:styleId="5EF1E2A64C974E9AA5423CD6168EFE00">
    <w:name w:val="5EF1E2A64C974E9AA5423CD6168EFE00"/>
    <w:rsid w:val="00647567"/>
  </w:style>
  <w:style w:type="paragraph" w:customStyle="1" w:styleId="1EA9CF086E31494FB1F2FF0F1CBAD92D">
    <w:name w:val="1EA9CF086E31494FB1F2FF0F1CBAD92D"/>
    <w:rsid w:val="00647567"/>
  </w:style>
  <w:style w:type="paragraph" w:customStyle="1" w:styleId="AF7CE05409AF4952904EBB2BB97A6248">
    <w:name w:val="AF7CE05409AF4952904EBB2BB97A6248"/>
    <w:rsid w:val="00647567"/>
  </w:style>
  <w:style w:type="paragraph" w:customStyle="1" w:styleId="FA7ADF9CBCAC41DC9AFBCE8100A8FD6A">
    <w:name w:val="FA7ADF9CBCAC41DC9AFBCE8100A8FD6A"/>
    <w:rsid w:val="00647567"/>
  </w:style>
  <w:style w:type="paragraph" w:customStyle="1" w:styleId="807E34002D6C4C058CE3523DC39102B9">
    <w:name w:val="807E34002D6C4C058CE3523DC39102B9"/>
    <w:rsid w:val="00647567"/>
  </w:style>
  <w:style w:type="paragraph" w:customStyle="1" w:styleId="082A03E2521448C4AB9C04802FEE9ABF">
    <w:name w:val="082A03E2521448C4AB9C04802FEE9ABF"/>
    <w:rsid w:val="00647567"/>
  </w:style>
  <w:style w:type="paragraph" w:customStyle="1" w:styleId="137E5379F0434C52905E6E182E137927">
    <w:name w:val="137E5379F0434C52905E6E182E137927"/>
    <w:rsid w:val="00647567"/>
  </w:style>
  <w:style w:type="paragraph" w:customStyle="1" w:styleId="8D19D7FDF254414783857E18222BC1EC">
    <w:name w:val="8D19D7FDF254414783857E18222BC1EC"/>
    <w:rsid w:val="00647567"/>
  </w:style>
  <w:style w:type="paragraph" w:customStyle="1" w:styleId="58EA8F7A87324802A965E5CD9F78DF98">
    <w:name w:val="58EA8F7A87324802A965E5CD9F78DF98"/>
    <w:rsid w:val="00647567"/>
  </w:style>
  <w:style w:type="paragraph" w:customStyle="1" w:styleId="ABD03DCB09F240689EB65B7F143CE772">
    <w:name w:val="ABD03DCB09F240689EB65B7F143CE772"/>
    <w:rsid w:val="00647567"/>
  </w:style>
  <w:style w:type="paragraph" w:customStyle="1" w:styleId="7EB3443617154C1AA792F6E8F92C7518">
    <w:name w:val="7EB3443617154C1AA792F6E8F92C7518"/>
    <w:rsid w:val="00647567"/>
  </w:style>
  <w:style w:type="paragraph" w:customStyle="1" w:styleId="2C8E08C1408C449EA169E838D7DF2AD6">
    <w:name w:val="2C8E08C1408C449EA169E838D7DF2AD6"/>
    <w:rsid w:val="00647567"/>
  </w:style>
  <w:style w:type="paragraph" w:customStyle="1" w:styleId="CCB3338638B04AE9BDCD9D3312E48737">
    <w:name w:val="CCB3338638B04AE9BDCD9D3312E48737"/>
    <w:rsid w:val="00647567"/>
  </w:style>
  <w:style w:type="paragraph" w:customStyle="1" w:styleId="3F76D9CED4B243859B7838493654833E">
    <w:name w:val="3F76D9CED4B243859B7838493654833E"/>
    <w:rsid w:val="00647567"/>
  </w:style>
  <w:style w:type="paragraph" w:customStyle="1" w:styleId="667C41117030468392D8C57756829B85">
    <w:name w:val="667C41117030468392D8C57756829B85"/>
    <w:rsid w:val="00647567"/>
  </w:style>
  <w:style w:type="paragraph" w:customStyle="1" w:styleId="3CA9267557AD4FFB8DD593E49FB03F32">
    <w:name w:val="3CA9267557AD4FFB8DD593E49FB03F32"/>
    <w:rsid w:val="00647567"/>
  </w:style>
  <w:style w:type="paragraph" w:customStyle="1" w:styleId="EB6E34DE95094EB680F578E7823F4CFD">
    <w:name w:val="EB6E34DE95094EB680F578E7823F4CFD"/>
    <w:rsid w:val="00647567"/>
  </w:style>
  <w:style w:type="paragraph" w:customStyle="1" w:styleId="4443476E68194D7BAB6172236F1AAB4C">
    <w:name w:val="4443476E68194D7BAB6172236F1AAB4C"/>
    <w:rsid w:val="00647567"/>
  </w:style>
  <w:style w:type="paragraph" w:customStyle="1" w:styleId="6028CF0A19B943EDAD792D979A05D55F">
    <w:name w:val="6028CF0A19B943EDAD792D979A05D55F"/>
    <w:rsid w:val="00647567"/>
  </w:style>
  <w:style w:type="paragraph" w:customStyle="1" w:styleId="AA8C7E525A8D42058E86B02C6C664771">
    <w:name w:val="AA8C7E525A8D42058E86B02C6C664771"/>
    <w:rsid w:val="00647567"/>
  </w:style>
  <w:style w:type="paragraph" w:customStyle="1" w:styleId="46AF0FBEEBF9448FB28E21DEE20BBF4A">
    <w:name w:val="46AF0FBEEBF9448FB28E21DEE20BBF4A"/>
    <w:rsid w:val="00647567"/>
  </w:style>
  <w:style w:type="paragraph" w:customStyle="1" w:styleId="5864650934B845889A7343D83BCFA7BC">
    <w:name w:val="5864650934B845889A7343D83BCFA7BC"/>
    <w:rsid w:val="00647567"/>
  </w:style>
  <w:style w:type="paragraph" w:customStyle="1" w:styleId="670376CE092541E0835CCAD2384F228C">
    <w:name w:val="670376CE092541E0835CCAD2384F228C"/>
    <w:rsid w:val="00647567"/>
  </w:style>
  <w:style w:type="paragraph" w:customStyle="1" w:styleId="6107688E69EA4B818BD18A9221DDCCFF">
    <w:name w:val="6107688E69EA4B818BD18A9221DDCCFF"/>
    <w:rsid w:val="00647567"/>
  </w:style>
  <w:style w:type="paragraph" w:customStyle="1" w:styleId="E57D5F85CCD74D2282A1106E3B96BBCA">
    <w:name w:val="E57D5F85CCD74D2282A1106E3B96BBCA"/>
    <w:rsid w:val="00647567"/>
  </w:style>
  <w:style w:type="paragraph" w:customStyle="1" w:styleId="FC2DF2508B044D23995783714CD1B53D">
    <w:name w:val="FC2DF2508B044D23995783714CD1B53D"/>
    <w:rsid w:val="00647567"/>
  </w:style>
  <w:style w:type="paragraph" w:customStyle="1" w:styleId="F187D6D7C9D740968BBF00D80DE8345C">
    <w:name w:val="F187D6D7C9D740968BBF00D80DE8345C"/>
    <w:rsid w:val="00647567"/>
  </w:style>
  <w:style w:type="paragraph" w:customStyle="1" w:styleId="87FAF8A390D14B95A22597C14EC0AC7F">
    <w:name w:val="87FAF8A390D14B95A22597C14EC0AC7F"/>
    <w:rsid w:val="00647567"/>
  </w:style>
  <w:style w:type="paragraph" w:customStyle="1" w:styleId="84D35AB0C879485AABF4FB9D577F5816">
    <w:name w:val="84D35AB0C879485AABF4FB9D577F5816"/>
    <w:rsid w:val="00647567"/>
  </w:style>
  <w:style w:type="paragraph" w:customStyle="1" w:styleId="BC944BD379E1405BAECF05D6C1829C07">
    <w:name w:val="BC944BD379E1405BAECF05D6C1829C07"/>
    <w:rsid w:val="00647567"/>
  </w:style>
  <w:style w:type="paragraph" w:customStyle="1" w:styleId="9D16423143774D5A9D732DF6C7AE5048">
    <w:name w:val="9D16423143774D5A9D732DF6C7AE5048"/>
    <w:rsid w:val="00647567"/>
  </w:style>
  <w:style w:type="paragraph" w:customStyle="1" w:styleId="72837ECE52B540E1A26B6707A8F7E7AE">
    <w:name w:val="72837ECE52B540E1A26B6707A8F7E7AE"/>
    <w:rsid w:val="00647567"/>
  </w:style>
  <w:style w:type="paragraph" w:customStyle="1" w:styleId="CF65BADE230E47FCA5C7F36E73455695">
    <w:name w:val="CF65BADE230E47FCA5C7F36E73455695"/>
    <w:rsid w:val="00647567"/>
  </w:style>
  <w:style w:type="paragraph" w:customStyle="1" w:styleId="26BEB19490CF41EAA46E846040F62FB4">
    <w:name w:val="26BEB19490CF41EAA46E846040F62FB4"/>
    <w:rsid w:val="00647567"/>
  </w:style>
  <w:style w:type="paragraph" w:customStyle="1" w:styleId="B8857AEEDFEB4D9D9E883E6D0D25958D">
    <w:name w:val="B8857AEEDFEB4D9D9E883E6D0D25958D"/>
    <w:rsid w:val="00647567"/>
  </w:style>
  <w:style w:type="paragraph" w:customStyle="1" w:styleId="301E5A54B6D749AC864470998CB26191">
    <w:name w:val="301E5A54B6D749AC864470998CB26191"/>
    <w:rsid w:val="006475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ASP_2021/27">
      <a:dk1>
        <a:srgbClr val="3F3E3E"/>
      </a:dk1>
      <a:lt1>
        <a:srgbClr val="FFFFFF"/>
      </a:lt1>
      <a:dk2>
        <a:srgbClr val="538257"/>
      </a:dk2>
      <a:lt2>
        <a:srgbClr val="EBF0E9"/>
      </a:lt2>
      <a:accent1>
        <a:srgbClr val="D23838"/>
      </a:accent1>
      <a:accent2>
        <a:srgbClr val="AF512B"/>
      </a:accent2>
      <a:accent3>
        <a:srgbClr val="538257"/>
      </a:accent3>
      <a:accent4>
        <a:srgbClr val="8BAA76"/>
      </a:accent4>
      <a:accent5>
        <a:srgbClr val="799641"/>
      </a:accent5>
      <a:accent6>
        <a:srgbClr val="8CAABE"/>
      </a:accent6>
      <a:hlink>
        <a:srgbClr val="8CAABE"/>
      </a:hlink>
      <a:folHlink>
        <a:srgbClr val="AF512B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6350">
          <a:solidFill>
            <a:schemeClr val="accent4">
              <a:lumMod val="40000"/>
              <a:lumOff val="60000"/>
            </a:schemeClr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4F89D-9C0F-49D1-A074-15823E093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ASP_Word_without_cover_2022#3.dotx</Template>
  <TotalTime>0</TotalTime>
  <Pages>3</Pages>
  <Words>515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Company AG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Matteo Decostanzi</dc:creator>
  <cp:lastModifiedBy>Decostanzi Matteo</cp:lastModifiedBy>
  <cp:revision>3</cp:revision>
  <dcterms:created xsi:type="dcterms:W3CDTF">2023-07-03T07:14:00Z</dcterms:created>
  <dcterms:modified xsi:type="dcterms:W3CDTF">2023-07-03T08:43:00Z</dcterms:modified>
</cp:coreProperties>
</file>